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403" w:rsidRPr="00B82999" w:rsidRDefault="005B4403" w:rsidP="004E21EB">
      <w:pPr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Додаток 1</w:t>
      </w:r>
    </w:p>
    <w:p w:rsidR="005B4403" w:rsidRPr="00B82999" w:rsidRDefault="005B4403" w:rsidP="004E21EB">
      <w:pPr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до розпорядження </w:t>
      </w:r>
      <w:r w:rsidRPr="00B82999">
        <w:rPr>
          <w:sz w:val="28"/>
          <w:lang w:val="uk-UA"/>
        </w:rPr>
        <w:t>голови</w:t>
      </w:r>
    </w:p>
    <w:p w:rsidR="005B4403" w:rsidRPr="00B82999" w:rsidRDefault="005B4403" w:rsidP="004E21EB">
      <w:pPr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B82999">
        <w:rPr>
          <w:sz w:val="28"/>
          <w:lang w:val="uk-UA"/>
        </w:rPr>
        <w:t xml:space="preserve">районної державної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адміністрації</w:t>
      </w:r>
    </w:p>
    <w:p w:rsidR="005B4403" w:rsidRPr="00B82999" w:rsidRDefault="005B4403" w:rsidP="004E21EB">
      <w:pPr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02.06.2021</w:t>
      </w:r>
      <w:r w:rsidRPr="00B82999">
        <w:rPr>
          <w:sz w:val="28"/>
          <w:lang w:val="uk-UA"/>
        </w:rPr>
        <w:t xml:space="preserve">№ </w:t>
      </w:r>
      <w:r>
        <w:rPr>
          <w:sz w:val="28"/>
          <w:lang w:val="uk-UA"/>
        </w:rPr>
        <w:t xml:space="preserve"> 112</w:t>
      </w:r>
      <w:bookmarkStart w:id="0" w:name="_GoBack"/>
      <w:bookmarkEnd w:id="0"/>
    </w:p>
    <w:p w:rsidR="005B4403" w:rsidRPr="00834CE0" w:rsidRDefault="005B4403" w:rsidP="004E21EB">
      <w:pPr>
        <w:jc w:val="center"/>
        <w:rPr>
          <w:sz w:val="28"/>
          <w:szCs w:val="28"/>
          <w:lang w:val="uk-UA" w:eastAsia="ru-RU"/>
        </w:rPr>
      </w:pPr>
    </w:p>
    <w:p w:rsidR="005B4403" w:rsidRPr="00834CE0" w:rsidRDefault="005B4403" w:rsidP="004E21EB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 xml:space="preserve">Склад </w:t>
      </w:r>
    </w:p>
    <w:p w:rsidR="005B4403" w:rsidRDefault="005B4403" w:rsidP="004E21EB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>комісії з пере</w:t>
      </w:r>
      <w:r>
        <w:rPr>
          <w:sz w:val="28"/>
          <w:szCs w:val="28"/>
          <w:lang w:val="uk-UA" w:eastAsia="ru-RU"/>
        </w:rPr>
        <w:t xml:space="preserve">вірки стану військового обліку, </w:t>
      </w:r>
      <w:r w:rsidRPr="00834CE0">
        <w:rPr>
          <w:sz w:val="28"/>
          <w:szCs w:val="28"/>
          <w:lang w:val="uk-UA" w:eastAsia="ru-RU"/>
        </w:rPr>
        <w:t xml:space="preserve"> бронювання</w:t>
      </w:r>
      <w:r>
        <w:rPr>
          <w:sz w:val="28"/>
          <w:szCs w:val="28"/>
          <w:lang w:val="uk-UA" w:eastAsia="ru-RU"/>
        </w:rPr>
        <w:t xml:space="preserve"> військовозобов’язаних на період мобілізації та на воєнний час громадян України </w:t>
      </w:r>
      <w:r w:rsidRPr="00834CE0">
        <w:rPr>
          <w:sz w:val="28"/>
          <w:szCs w:val="28"/>
          <w:lang w:val="uk-UA" w:eastAsia="ru-RU"/>
        </w:rPr>
        <w:t>на території району</w:t>
      </w:r>
    </w:p>
    <w:p w:rsidR="005B4403" w:rsidRDefault="005B4403" w:rsidP="004E21EB">
      <w:pPr>
        <w:jc w:val="center"/>
        <w:rPr>
          <w:sz w:val="28"/>
          <w:szCs w:val="28"/>
          <w:lang w:val="uk-UA" w:eastAsia="ru-RU"/>
        </w:rPr>
      </w:pPr>
    </w:p>
    <w:tbl>
      <w:tblPr>
        <w:tblW w:w="0" w:type="auto"/>
        <w:tblLook w:val="00A0"/>
      </w:tblPr>
      <w:tblGrid>
        <w:gridCol w:w="3510"/>
        <w:gridCol w:w="6061"/>
      </w:tblGrid>
      <w:tr w:rsidR="005B4403" w:rsidTr="00043A16">
        <w:tc>
          <w:tcPr>
            <w:tcW w:w="9571" w:type="dxa"/>
            <w:gridSpan w:val="2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  <w:p w:rsidR="005B4403" w:rsidRPr="00043A16" w:rsidRDefault="005B4403">
            <w:pPr>
              <w:rPr>
                <w:lang w:val="uk-UA"/>
              </w:rPr>
            </w:pPr>
          </w:p>
          <w:p w:rsidR="005B4403" w:rsidRPr="00043A16" w:rsidRDefault="005B4403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Голова комісії</w:t>
            </w:r>
          </w:p>
        </w:tc>
      </w:tr>
      <w:tr w:rsidR="005B4403" w:rsidTr="00043A16">
        <w:tc>
          <w:tcPr>
            <w:tcW w:w="3510" w:type="dxa"/>
          </w:tcPr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 xml:space="preserve">КРАСНОСЕЛЬСЬКИЙ         </w:t>
            </w:r>
          </w:p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Дмитро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Валерійович</w:t>
            </w:r>
            <w:r w:rsidRPr="00043A16"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6061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- заступник голови</w:t>
            </w:r>
            <w:r w:rsidRPr="00043A16">
              <w:rPr>
                <w:sz w:val="28"/>
                <w:szCs w:val="28"/>
                <w:shd w:val="clear" w:color="auto" w:fill="FFFFFF"/>
                <w:lang w:val="uk-UA" w:eastAsia="ru-RU"/>
              </w:rPr>
              <w:t xml:space="preserve"> районної державної адміністрації</w:t>
            </w:r>
          </w:p>
        </w:tc>
      </w:tr>
      <w:tr w:rsidR="005B4403" w:rsidTr="00043A16">
        <w:tc>
          <w:tcPr>
            <w:tcW w:w="9571" w:type="dxa"/>
            <w:gridSpan w:val="2"/>
          </w:tcPr>
          <w:p w:rsidR="005B4403" w:rsidRPr="00043A16" w:rsidRDefault="005B4403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заступник голови комісії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Tr="00043A16">
        <w:tc>
          <w:tcPr>
            <w:tcW w:w="3510" w:type="dxa"/>
          </w:tcPr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 xml:space="preserve">ТОПОЛЬСЬКИЙ         </w:t>
            </w:r>
          </w:p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Степан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Степанович</w:t>
            </w:r>
          </w:p>
        </w:tc>
        <w:tc>
          <w:tcPr>
            <w:tcW w:w="6061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- керівник</w:t>
            </w:r>
            <w:r w:rsidRPr="00043A16">
              <w:rPr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043A16">
              <w:rPr>
                <w:sz w:val="28"/>
                <w:szCs w:val="28"/>
                <w:shd w:val="clear" w:color="auto" w:fill="FFFFFF"/>
                <w:lang w:val="uk-UA" w:eastAsia="ru-RU"/>
              </w:rPr>
              <w:t>апарату районної державної адміністрації</w:t>
            </w:r>
          </w:p>
        </w:tc>
      </w:tr>
      <w:tr w:rsidR="005B4403" w:rsidTr="00043A16">
        <w:tc>
          <w:tcPr>
            <w:tcW w:w="9571" w:type="dxa"/>
            <w:gridSpan w:val="2"/>
          </w:tcPr>
          <w:p w:rsidR="005B4403" w:rsidRPr="00043A16" w:rsidRDefault="005B4403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члени комісії: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RPr="00352581" w:rsidTr="00043A16">
        <w:trPr>
          <w:trHeight w:val="1088"/>
        </w:trPr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ВАРЕНИК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Роман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Вікторович</w:t>
            </w:r>
          </w:p>
        </w:tc>
        <w:tc>
          <w:tcPr>
            <w:tcW w:w="6061" w:type="dxa"/>
          </w:tcPr>
          <w:p w:rsidR="005B4403" w:rsidRPr="00043A16" w:rsidRDefault="005B4403" w:rsidP="00043A16">
            <w:pPr>
              <w:ind w:left="142" w:hanging="142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- старший дільничний офіцер поліції             ВПД №1(смт Стара Вижівка) </w:t>
            </w:r>
            <w:r w:rsidRPr="00043A16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районного управління   поліції Головного управління Національноїполіції  у Волинській області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5B4403" w:rsidTr="00043A16">
        <w:tc>
          <w:tcPr>
            <w:tcW w:w="3510" w:type="dxa"/>
          </w:tcPr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ВЛАСЮК</w:t>
            </w:r>
          </w:p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 xml:space="preserve">Олександр </w:t>
            </w:r>
          </w:p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Михайлович</w:t>
            </w:r>
          </w:p>
        </w:tc>
        <w:tc>
          <w:tcPr>
            <w:tcW w:w="6061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napToGrid w:val="0"/>
                <w:sz w:val="28"/>
                <w:szCs w:val="28"/>
                <w:lang w:val="uk-UA" w:eastAsia="ru-RU"/>
              </w:rPr>
              <w:t xml:space="preserve">- начальник відділення офіцерів запасу і кадрів Ковельського </w:t>
            </w:r>
            <w:r w:rsidRPr="00043A16">
              <w:rPr>
                <w:sz w:val="28"/>
                <w:szCs w:val="28"/>
                <w:lang w:val="uk-UA" w:eastAsia="ru-RU"/>
              </w:rPr>
              <w:t>ОМТЦК та СП(за згодою)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RPr="00352581" w:rsidTr="00043A16">
        <w:tc>
          <w:tcPr>
            <w:tcW w:w="3510" w:type="dxa"/>
          </w:tcPr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 xml:space="preserve">ГАРАСИМКІВ      </w:t>
            </w:r>
          </w:p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Василь</w:t>
            </w:r>
          </w:p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Васильович</w:t>
            </w:r>
          </w:p>
        </w:tc>
        <w:tc>
          <w:tcPr>
            <w:tcW w:w="6061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napToGrid w:val="0"/>
                <w:sz w:val="28"/>
                <w:szCs w:val="28"/>
                <w:lang w:val="uk-UA" w:eastAsia="ru-RU"/>
              </w:rPr>
              <w:t xml:space="preserve">- старший офіцер  відділення військового обліку та бронювання сержантів і солдат запасу             </w:t>
            </w:r>
            <w:r w:rsidRPr="00043A16">
              <w:rPr>
                <w:sz w:val="28"/>
                <w:szCs w:val="28"/>
                <w:lang w:val="uk-UA" w:eastAsia="ru-RU"/>
              </w:rPr>
              <w:t>Ковельського  ОМТЦК та СП (за згодою)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RPr="00352581" w:rsidTr="00043A16">
        <w:trPr>
          <w:trHeight w:val="1088"/>
        </w:trPr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ГЛИНЮК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Ігор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Михайлович</w:t>
            </w:r>
          </w:p>
        </w:tc>
        <w:tc>
          <w:tcPr>
            <w:tcW w:w="6061" w:type="dxa"/>
          </w:tcPr>
          <w:p w:rsidR="005B4403" w:rsidRPr="00043A16" w:rsidRDefault="005B4403" w:rsidP="00043A16">
            <w:pPr>
              <w:ind w:left="142" w:hanging="142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- старший дільничний офіцер поліції             СПД №1(смтТурійськ) </w:t>
            </w:r>
            <w:r w:rsidRPr="00043A16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районного управління   поліціїГоловного управління Національноїполіції  у Волинській області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5B4403" w:rsidRPr="00043A16" w:rsidRDefault="005B4403" w:rsidP="00043A16">
            <w:pPr>
              <w:ind w:left="142" w:hanging="142"/>
              <w:rPr>
                <w:sz w:val="28"/>
                <w:szCs w:val="28"/>
                <w:lang w:val="uk-UA"/>
              </w:rPr>
            </w:pPr>
          </w:p>
        </w:tc>
      </w:tr>
      <w:tr w:rsidR="005B4403" w:rsidTr="00043A16"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ГРАБОВЕЦЬ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Ігор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>Каленикович</w:t>
            </w:r>
          </w:p>
        </w:tc>
        <w:tc>
          <w:tcPr>
            <w:tcW w:w="6061" w:type="dxa"/>
          </w:tcPr>
          <w:p w:rsidR="005B4403" w:rsidRPr="00043A16" w:rsidRDefault="005B4403" w:rsidP="00730BB6">
            <w:pPr>
              <w:rPr>
                <w:snapToGrid w:val="0"/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- </w:t>
            </w:r>
            <w:r w:rsidRPr="00043A16">
              <w:rPr>
                <w:snapToGrid w:val="0"/>
                <w:sz w:val="28"/>
                <w:szCs w:val="28"/>
                <w:lang w:val="uk-UA"/>
              </w:rPr>
              <w:t xml:space="preserve">оператор відділення військового обліку та </w:t>
            </w:r>
          </w:p>
          <w:p w:rsidR="005B4403" w:rsidRPr="00043A16" w:rsidRDefault="005B4403" w:rsidP="00730BB6">
            <w:pPr>
              <w:rPr>
                <w:sz w:val="28"/>
                <w:szCs w:val="28"/>
                <w:lang w:val="uk-UA"/>
              </w:rPr>
            </w:pPr>
            <w:r w:rsidRPr="00043A16">
              <w:rPr>
                <w:snapToGrid w:val="0"/>
                <w:sz w:val="28"/>
                <w:szCs w:val="28"/>
                <w:lang w:val="uk-UA"/>
              </w:rPr>
              <w:t xml:space="preserve">бронювання сержантів і солдатів  запасу  </w:t>
            </w:r>
          </w:p>
          <w:p w:rsidR="005B4403" w:rsidRPr="00043A16" w:rsidRDefault="005B4403" w:rsidP="00730BB6">
            <w:pPr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napToGrid w:val="0"/>
                <w:sz w:val="28"/>
                <w:szCs w:val="28"/>
                <w:lang w:val="uk-UA"/>
              </w:rPr>
              <w:t>СтаровижівськогоРТЦК та СП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5B4403" w:rsidRPr="00043A16" w:rsidRDefault="005B4403" w:rsidP="00730BB6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RPr="00352581" w:rsidTr="00043A16">
        <w:trPr>
          <w:trHeight w:val="1088"/>
        </w:trPr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ГРИНЬ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Людмила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Миколаївна</w:t>
            </w:r>
          </w:p>
        </w:tc>
        <w:tc>
          <w:tcPr>
            <w:tcW w:w="6061" w:type="dxa"/>
          </w:tcPr>
          <w:p w:rsidR="005B4403" w:rsidRPr="00043A16" w:rsidRDefault="005B4403" w:rsidP="00043A16">
            <w:pPr>
              <w:ind w:left="142" w:hanging="142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- старший дільничний офіцер поліції             СПД №1(смт Шацьк) </w:t>
            </w:r>
            <w:r w:rsidRPr="00043A16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районного управління   поліції Головного управління Національноїполіції  у Волинській області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5B4403" w:rsidRPr="00043A16" w:rsidRDefault="005B4403" w:rsidP="00043A16">
            <w:pPr>
              <w:ind w:left="142" w:hanging="142"/>
              <w:rPr>
                <w:sz w:val="28"/>
                <w:szCs w:val="28"/>
                <w:lang w:val="uk-UA"/>
              </w:rPr>
            </w:pPr>
          </w:p>
        </w:tc>
      </w:tr>
      <w:tr w:rsidR="005B4403" w:rsidRPr="00352581" w:rsidTr="00043A16"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ДАВИДЮК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Олександр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Євгенович</w:t>
            </w:r>
          </w:p>
        </w:tc>
        <w:tc>
          <w:tcPr>
            <w:tcW w:w="6061" w:type="dxa"/>
          </w:tcPr>
          <w:p w:rsidR="005B4403" w:rsidRPr="00043A16" w:rsidRDefault="005B4403" w:rsidP="00A94906">
            <w:pPr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 xml:space="preserve">- </w:t>
            </w:r>
            <w:r w:rsidRPr="00352581">
              <w:rPr>
                <w:snapToGrid w:val="0"/>
                <w:sz w:val="28"/>
                <w:szCs w:val="28"/>
                <w:lang w:val="uk-UA" w:eastAsia="ru-RU"/>
              </w:rPr>
              <w:t xml:space="preserve">начальник відділеннявійськовогообліку та бронюваннясержантів, солдатів запасу </w:t>
            </w:r>
            <w:r w:rsidRPr="00043A16">
              <w:rPr>
                <w:snapToGrid w:val="0"/>
                <w:sz w:val="28"/>
                <w:szCs w:val="28"/>
                <w:lang w:val="uk-UA" w:eastAsia="ru-RU"/>
              </w:rPr>
              <w:t>Шацького Р</w:t>
            </w:r>
            <w:r w:rsidRPr="00352581">
              <w:rPr>
                <w:snapToGrid w:val="0"/>
                <w:sz w:val="28"/>
                <w:szCs w:val="28"/>
                <w:lang w:val="uk-UA" w:eastAsia="ru-RU"/>
              </w:rPr>
              <w:t>ТЦК та СП</w:t>
            </w:r>
            <w:r w:rsidRPr="00043A16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  <w:p w:rsidR="005B4403" w:rsidRPr="00043A16" w:rsidRDefault="005B4403" w:rsidP="00A94906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Tr="00043A16"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КАРПУК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Михайло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Володимирович</w:t>
            </w:r>
          </w:p>
        </w:tc>
        <w:tc>
          <w:tcPr>
            <w:tcW w:w="6061" w:type="dxa"/>
          </w:tcPr>
          <w:p w:rsidR="005B4403" w:rsidRPr="00043A16" w:rsidRDefault="005B4403" w:rsidP="000018EE">
            <w:pPr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 xml:space="preserve">- </w:t>
            </w:r>
            <w:r w:rsidRPr="00043A16">
              <w:rPr>
                <w:sz w:val="28"/>
                <w:szCs w:val="28"/>
                <w:lang w:val="uk-UA"/>
              </w:rPr>
              <w:t>начальник відділення призову Турійського РТЦК та СП</w:t>
            </w:r>
            <w:r w:rsidRPr="00043A16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  <w:p w:rsidR="005B4403" w:rsidRPr="00043A16" w:rsidRDefault="005B4403" w:rsidP="000018EE">
            <w:pPr>
              <w:rPr>
                <w:sz w:val="28"/>
                <w:szCs w:val="28"/>
                <w:lang w:val="uk-UA" w:eastAsia="ru-RU"/>
              </w:rPr>
            </w:pP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RPr="00352581" w:rsidTr="00043A16"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КОЗЛОВСЬКА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Оксана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>Василівна</w:t>
            </w:r>
          </w:p>
        </w:tc>
        <w:tc>
          <w:tcPr>
            <w:tcW w:w="6061" w:type="dxa"/>
          </w:tcPr>
          <w:p w:rsidR="005B4403" w:rsidRPr="00043A16" w:rsidRDefault="005B4403" w:rsidP="00082E6D">
            <w:pPr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- головний спеціаліст відділення офіцерів запасу і кадрів Любомльського ОРТЦК та СП             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5B4403" w:rsidRPr="00043A16" w:rsidRDefault="005B4403" w:rsidP="00082E6D">
            <w:pPr>
              <w:rPr>
                <w:sz w:val="28"/>
                <w:szCs w:val="28"/>
                <w:lang w:val="uk-UA" w:eastAsia="ru-RU"/>
              </w:rPr>
            </w:pPr>
          </w:p>
          <w:p w:rsidR="005B4403" w:rsidRPr="00043A16" w:rsidRDefault="005B4403" w:rsidP="00082E6D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Tr="00043A16"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КОЛОЧУН  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Олег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>Олександрович</w:t>
            </w:r>
          </w:p>
        </w:tc>
        <w:tc>
          <w:tcPr>
            <w:tcW w:w="6061" w:type="dxa"/>
          </w:tcPr>
          <w:p w:rsidR="005B4403" w:rsidRPr="00043A16" w:rsidRDefault="005B4403" w:rsidP="008954D9">
            <w:pPr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-    заступник військового комісара, начальник відділення  рекрутингу та комплектування </w:t>
            </w:r>
          </w:p>
          <w:p w:rsidR="005B4403" w:rsidRPr="00043A16" w:rsidRDefault="005B4403" w:rsidP="008954D9">
            <w:pPr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Ратнівського РТЦК та СП 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5B4403" w:rsidRPr="00043A16" w:rsidRDefault="005B4403" w:rsidP="008954D9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Tr="00043A16"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КОРЕЦЬКИЙ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Андрій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>Степанович</w:t>
            </w:r>
          </w:p>
        </w:tc>
        <w:tc>
          <w:tcPr>
            <w:tcW w:w="6061" w:type="dxa"/>
          </w:tcPr>
          <w:p w:rsidR="005B4403" w:rsidRPr="00043A16" w:rsidRDefault="005B4403" w:rsidP="008954D9">
            <w:pPr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- заступник військового комісара, начальник </w:t>
            </w:r>
          </w:p>
          <w:p w:rsidR="005B4403" w:rsidRPr="00043A16" w:rsidRDefault="005B4403" w:rsidP="008954D9">
            <w:pPr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мобілізаційного відділення Ратнівського РТЦК та СП 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5B4403" w:rsidRPr="00043A16" w:rsidRDefault="005B4403" w:rsidP="008954D9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RPr="006B6F57" w:rsidTr="00043A16">
        <w:trPr>
          <w:trHeight w:val="1088"/>
        </w:trPr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ЛАХТЮК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Юрій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Святославович</w:t>
            </w:r>
          </w:p>
        </w:tc>
        <w:tc>
          <w:tcPr>
            <w:tcW w:w="6061" w:type="dxa"/>
          </w:tcPr>
          <w:p w:rsidR="005B4403" w:rsidRPr="00043A16" w:rsidRDefault="005B4403" w:rsidP="00043A16">
            <w:pPr>
              <w:ind w:left="142" w:hanging="142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- начальник сектору превенції  ВП №2             (смт Ратне) </w:t>
            </w:r>
            <w:r w:rsidRPr="00043A16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>районного управління   поліціїГоловного управління Національноїполіції  у Волинській області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5B4403" w:rsidRPr="00043A16" w:rsidRDefault="005B4403" w:rsidP="00043A16">
            <w:pPr>
              <w:ind w:left="142" w:hanging="142"/>
              <w:rPr>
                <w:sz w:val="28"/>
                <w:szCs w:val="28"/>
                <w:lang w:val="uk-UA"/>
              </w:rPr>
            </w:pPr>
          </w:p>
        </w:tc>
      </w:tr>
      <w:tr w:rsidR="005B4403" w:rsidTr="00043A16">
        <w:tc>
          <w:tcPr>
            <w:tcW w:w="3510" w:type="dxa"/>
          </w:tcPr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 xml:space="preserve">ЛЕБІДЬ         </w:t>
            </w:r>
          </w:p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Микола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Васильович</w:t>
            </w:r>
          </w:p>
        </w:tc>
        <w:tc>
          <w:tcPr>
            <w:tcW w:w="6061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- головний спеціаліст командування Ковельського ОМТЦК та СП (за згодою)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Tr="00043A16">
        <w:tc>
          <w:tcPr>
            <w:tcW w:w="3510" w:type="dxa"/>
          </w:tcPr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 xml:space="preserve">ОКСЕНЧУК      </w:t>
            </w:r>
          </w:p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Ігор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Дорофійович</w:t>
            </w:r>
          </w:p>
        </w:tc>
        <w:tc>
          <w:tcPr>
            <w:tcW w:w="6061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napToGrid w:val="0"/>
                <w:sz w:val="28"/>
                <w:szCs w:val="28"/>
                <w:lang w:val="uk-UA" w:eastAsia="ru-RU"/>
              </w:rPr>
              <w:t xml:space="preserve">- начальник  відділення військового обліку та бронювання сержантів і солдат запасу             Ковельського  </w:t>
            </w:r>
            <w:r w:rsidRPr="00043A16">
              <w:rPr>
                <w:sz w:val="28"/>
                <w:szCs w:val="28"/>
                <w:lang w:val="uk-UA" w:eastAsia="ru-RU"/>
              </w:rPr>
              <w:t>ОМТЦК та СП(за згодою)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Tr="00043A16"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ПОДЛЕВСЬКИЙ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Сергій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>Степанович</w:t>
            </w:r>
          </w:p>
        </w:tc>
        <w:tc>
          <w:tcPr>
            <w:tcW w:w="6061" w:type="dxa"/>
          </w:tcPr>
          <w:p w:rsidR="005B4403" w:rsidRPr="00043A16" w:rsidRDefault="005B4403" w:rsidP="00FE78A5">
            <w:pPr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- начальник відділення військового обліку та </w:t>
            </w:r>
          </w:p>
          <w:p w:rsidR="005B4403" w:rsidRPr="00043A16" w:rsidRDefault="005B4403" w:rsidP="00FE78A5">
            <w:pPr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бронювання сержантів і солдатів запасу </w:t>
            </w:r>
          </w:p>
          <w:p w:rsidR="005B4403" w:rsidRPr="00043A16" w:rsidRDefault="005B4403" w:rsidP="00FE78A5">
            <w:pPr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Ратнівського РТЦК та СП 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5B4403" w:rsidRPr="00043A16" w:rsidRDefault="005B4403" w:rsidP="00FE78A5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Tr="00043A16">
        <w:tc>
          <w:tcPr>
            <w:tcW w:w="3510" w:type="dxa"/>
          </w:tcPr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ПШАВА</w:t>
            </w:r>
          </w:p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Олександр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Гнатович</w:t>
            </w:r>
          </w:p>
        </w:tc>
        <w:tc>
          <w:tcPr>
            <w:tcW w:w="6061" w:type="dxa"/>
          </w:tcPr>
          <w:p w:rsidR="005B4403" w:rsidRPr="00043A16" w:rsidRDefault="005B4403" w:rsidP="00043A16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043A16">
              <w:rPr>
                <w:snapToGrid w:val="0"/>
                <w:sz w:val="28"/>
                <w:szCs w:val="28"/>
                <w:lang w:val="uk-UA" w:eastAsia="ru-RU"/>
              </w:rPr>
              <w:t xml:space="preserve">- головний спеціаліст </w:t>
            </w:r>
            <w:r w:rsidRPr="00043A16">
              <w:rPr>
                <w:sz w:val="28"/>
                <w:szCs w:val="28"/>
                <w:lang w:val="uk-UA"/>
              </w:rPr>
              <w:t>сектору мобілізаційної роботи апарату</w:t>
            </w:r>
            <w:r w:rsidRPr="00043A16">
              <w:rPr>
                <w:spacing w:val="-4"/>
                <w:sz w:val="28"/>
                <w:szCs w:val="28"/>
                <w:lang w:val="uk-UA"/>
              </w:rPr>
              <w:t xml:space="preserve"> райдержадміністрації</w:t>
            </w:r>
          </w:p>
          <w:p w:rsidR="005B4403" w:rsidRPr="00043A16" w:rsidRDefault="005B4403" w:rsidP="00043A16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Tr="00043A16">
        <w:tc>
          <w:tcPr>
            <w:tcW w:w="3510" w:type="dxa"/>
          </w:tcPr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РЕВЕЙЧУК</w:t>
            </w:r>
          </w:p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Ірина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Федорівна</w:t>
            </w:r>
          </w:p>
        </w:tc>
        <w:tc>
          <w:tcPr>
            <w:tcW w:w="6061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shd w:val="clear" w:color="auto" w:fill="FFFFFF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- начальник управління гуманітарного розвитку</w:t>
            </w:r>
            <w:r w:rsidRPr="00043A16">
              <w:rPr>
                <w:sz w:val="28"/>
                <w:szCs w:val="28"/>
                <w:shd w:val="clear" w:color="auto" w:fill="FFFFFF"/>
                <w:lang w:val="uk-UA" w:eastAsia="ru-RU"/>
              </w:rPr>
              <w:t xml:space="preserve"> районної державної адміністрації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shd w:val="clear" w:color="auto" w:fill="FFFFFF"/>
                <w:lang w:val="uk-UA" w:eastAsia="ru-RU"/>
              </w:rPr>
            </w:pP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Tr="00043A16"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САРАНЮК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Світлана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6061" w:type="dxa"/>
          </w:tcPr>
          <w:p w:rsidR="005B4403" w:rsidRPr="00043A16" w:rsidRDefault="005B4403" w:rsidP="00E7487F">
            <w:pPr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- головний спеціаліст відділення військового обліку та  бронювання сержантів і солдат запасу</w:t>
            </w:r>
          </w:p>
          <w:p w:rsidR="005B4403" w:rsidRPr="00043A16" w:rsidRDefault="005B4403" w:rsidP="00043A16">
            <w:pPr>
              <w:ind w:left="142" w:hanging="142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Любомльського ОРТЦК та СП 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5B4403" w:rsidRPr="00043A16" w:rsidRDefault="005B4403" w:rsidP="00043A16">
            <w:pPr>
              <w:ind w:left="142" w:hanging="142"/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RPr="00352581" w:rsidTr="00043A16"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САЧИК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Ольга 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>Петрівна</w:t>
            </w:r>
          </w:p>
        </w:tc>
        <w:tc>
          <w:tcPr>
            <w:tcW w:w="6061" w:type="dxa"/>
          </w:tcPr>
          <w:p w:rsidR="005B4403" w:rsidRPr="00043A16" w:rsidRDefault="005B4403" w:rsidP="009172B3">
            <w:pPr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>- головний спеціаліст відділення офіцерів запасу і кадрів СтаровижівськогоРТЦК та СП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5B4403" w:rsidRPr="00043A16" w:rsidRDefault="005B4403" w:rsidP="009172B3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Tr="00043A16">
        <w:tc>
          <w:tcPr>
            <w:tcW w:w="3510" w:type="dxa"/>
          </w:tcPr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 xml:space="preserve">СОЛОВЕНЮК          </w:t>
            </w:r>
          </w:p>
          <w:p w:rsidR="005B4403" w:rsidRPr="00043A16" w:rsidRDefault="005B440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Петро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Анатолійович</w:t>
            </w:r>
          </w:p>
        </w:tc>
        <w:tc>
          <w:tcPr>
            <w:tcW w:w="6061" w:type="dxa"/>
          </w:tcPr>
          <w:p w:rsidR="005B4403" w:rsidRPr="00043A16" w:rsidRDefault="005B4403" w:rsidP="00043A16">
            <w:pPr>
              <w:ind w:left="142" w:hanging="142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napToGrid w:val="0"/>
                <w:sz w:val="28"/>
                <w:szCs w:val="28"/>
                <w:lang w:val="uk-UA" w:eastAsia="ru-RU"/>
              </w:rPr>
              <w:t xml:space="preserve">   - начальник відділу превенції </w:t>
            </w:r>
            <w:r w:rsidRPr="00043A16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>Ковельського  районного управління   поліції Головного управління Національноїполіції  у Волинській області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5B4403" w:rsidRPr="00043A16" w:rsidRDefault="005B4403" w:rsidP="00043A16">
            <w:pPr>
              <w:ind w:left="142" w:hanging="142"/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Tr="00043A16">
        <w:trPr>
          <w:trHeight w:val="949"/>
        </w:trPr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СТЕПАНОВ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Олександр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>Михайлович</w:t>
            </w:r>
          </w:p>
        </w:tc>
        <w:tc>
          <w:tcPr>
            <w:tcW w:w="6061" w:type="dxa"/>
          </w:tcPr>
          <w:p w:rsidR="005B4403" w:rsidRPr="00043A16" w:rsidRDefault="005B4403" w:rsidP="009A5961">
            <w:pPr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- начальник відділення військового обліку та </w:t>
            </w:r>
          </w:p>
          <w:p w:rsidR="005B4403" w:rsidRPr="00043A16" w:rsidRDefault="005B4403" w:rsidP="009A5961">
            <w:pPr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та бронювання сержантів і солдат запасу</w:t>
            </w:r>
          </w:p>
          <w:p w:rsidR="005B4403" w:rsidRPr="00043A16" w:rsidRDefault="005B4403" w:rsidP="009A5961">
            <w:pPr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Любомльського ОРТЦК та СП 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5B4403" w:rsidRPr="00043A16" w:rsidRDefault="005B4403" w:rsidP="009A5961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RPr="006B6F57" w:rsidTr="00043A16">
        <w:trPr>
          <w:trHeight w:val="1088"/>
        </w:trPr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СТЕПАНЮК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Олександр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Анатолійович</w:t>
            </w:r>
          </w:p>
        </w:tc>
        <w:tc>
          <w:tcPr>
            <w:tcW w:w="6061" w:type="dxa"/>
          </w:tcPr>
          <w:p w:rsidR="005B4403" w:rsidRPr="00043A16" w:rsidRDefault="005B4403" w:rsidP="00043A16">
            <w:pPr>
              <w:ind w:left="142" w:hanging="142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- начальник сектору превенції  ВП №1             (м. Любомль) </w:t>
            </w:r>
            <w:r w:rsidRPr="00043A16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>районного управління   поліціїГоловного управління Національноїполіції  у Волинській області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5B4403" w:rsidRPr="00043A16" w:rsidRDefault="005B4403" w:rsidP="00043A16">
            <w:pPr>
              <w:ind w:left="142" w:hanging="142"/>
              <w:rPr>
                <w:sz w:val="28"/>
                <w:szCs w:val="28"/>
                <w:lang w:val="uk-UA"/>
              </w:rPr>
            </w:pPr>
          </w:p>
        </w:tc>
      </w:tr>
      <w:tr w:rsidR="005B4403" w:rsidRPr="00352581" w:rsidTr="00043A16"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ТИЩЕНКО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Ігор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6061" w:type="dxa"/>
          </w:tcPr>
          <w:p w:rsidR="005B4403" w:rsidRPr="00043A16" w:rsidRDefault="005B4403" w:rsidP="003F62AD">
            <w:pPr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- </w:t>
            </w:r>
            <w:r w:rsidRPr="00043A16">
              <w:rPr>
                <w:snapToGrid w:val="0"/>
                <w:sz w:val="28"/>
                <w:szCs w:val="28"/>
                <w:lang w:val="uk-UA" w:eastAsia="ru-RU"/>
              </w:rPr>
              <w:t>інженер з метрології КНП «Шацька лікарня Шацької селищної ради»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5B4403" w:rsidRPr="00043A16" w:rsidRDefault="005B4403" w:rsidP="003F62AD">
            <w:pPr>
              <w:rPr>
                <w:sz w:val="28"/>
                <w:szCs w:val="28"/>
                <w:lang w:val="uk-UA"/>
              </w:rPr>
            </w:pP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Tr="00043A16"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ХОМІК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Лідія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>Олександрівна</w:t>
            </w:r>
          </w:p>
        </w:tc>
        <w:tc>
          <w:tcPr>
            <w:tcW w:w="6061" w:type="dxa"/>
          </w:tcPr>
          <w:p w:rsidR="005B4403" w:rsidRPr="00043A16" w:rsidRDefault="005B4403" w:rsidP="00023F90">
            <w:pPr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-головний спеціаліст відділення призову</w:t>
            </w:r>
          </w:p>
          <w:p w:rsidR="005B4403" w:rsidRPr="00043A16" w:rsidRDefault="005B4403" w:rsidP="00043A16">
            <w:pPr>
              <w:ind w:left="142" w:hanging="142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Любомльського ОРТЦК та СП 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5B4403" w:rsidRPr="00043A16" w:rsidRDefault="005B4403" w:rsidP="00043A16">
            <w:pPr>
              <w:ind w:left="142" w:hanging="142"/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</w:pP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5B4403" w:rsidRPr="00352581" w:rsidTr="00043A16">
        <w:trPr>
          <w:trHeight w:val="1088"/>
        </w:trPr>
        <w:tc>
          <w:tcPr>
            <w:tcW w:w="3510" w:type="dxa"/>
          </w:tcPr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ЯКОВУК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Віктор</w:t>
            </w:r>
          </w:p>
          <w:p w:rsidR="005B4403" w:rsidRPr="00043A16" w:rsidRDefault="005B440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6061" w:type="dxa"/>
          </w:tcPr>
          <w:p w:rsidR="005B4403" w:rsidRPr="00043A16" w:rsidRDefault="005B4403" w:rsidP="006B6F57">
            <w:pPr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>- оператор відділення військового обліку та бронювання солдатів  і сержантів запасу Турійського РТЦК та СП</w:t>
            </w:r>
            <w:r w:rsidRPr="00043A16">
              <w:rPr>
                <w:sz w:val="28"/>
                <w:szCs w:val="28"/>
                <w:lang w:val="uk-UA" w:eastAsia="ru-RU"/>
              </w:rPr>
              <w:t>(за згодою)</w:t>
            </w:r>
          </w:p>
        </w:tc>
      </w:tr>
    </w:tbl>
    <w:p w:rsidR="005B4403" w:rsidRDefault="005B4403">
      <w:pPr>
        <w:rPr>
          <w:lang w:val="uk-UA"/>
        </w:rPr>
      </w:pPr>
    </w:p>
    <w:p w:rsidR="005B4403" w:rsidRDefault="005B4403">
      <w:pPr>
        <w:rPr>
          <w:lang w:val="uk-UA"/>
        </w:rPr>
      </w:pPr>
    </w:p>
    <w:p w:rsidR="005B4403" w:rsidRPr="004E21EB" w:rsidRDefault="005B4403">
      <w:pPr>
        <w:rPr>
          <w:lang w:val="uk-UA"/>
        </w:rPr>
      </w:pPr>
      <w:r>
        <w:rPr>
          <w:lang w:val="uk-UA"/>
        </w:rPr>
        <w:t>___________________________________________________________________________________________</w:t>
      </w:r>
    </w:p>
    <w:sectPr w:rsidR="005B4403" w:rsidRPr="004E21EB" w:rsidSect="009571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818"/>
    <w:rsid w:val="000018EE"/>
    <w:rsid w:val="00023F90"/>
    <w:rsid w:val="0003308B"/>
    <w:rsid w:val="00043A16"/>
    <w:rsid w:val="00066B0E"/>
    <w:rsid w:val="00082E6D"/>
    <w:rsid w:val="000B30DB"/>
    <w:rsid w:val="00225FBE"/>
    <w:rsid w:val="00274B7D"/>
    <w:rsid w:val="00304107"/>
    <w:rsid w:val="00352581"/>
    <w:rsid w:val="0036099F"/>
    <w:rsid w:val="00372818"/>
    <w:rsid w:val="003F62AD"/>
    <w:rsid w:val="004373CC"/>
    <w:rsid w:val="004E21EB"/>
    <w:rsid w:val="00506A80"/>
    <w:rsid w:val="005B4403"/>
    <w:rsid w:val="006B6F57"/>
    <w:rsid w:val="00730BB6"/>
    <w:rsid w:val="007D76C0"/>
    <w:rsid w:val="00834CE0"/>
    <w:rsid w:val="008954D9"/>
    <w:rsid w:val="009172B3"/>
    <w:rsid w:val="0095718C"/>
    <w:rsid w:val="009A5961"/>
    <w:rsid w:val="00A2073F"/>
    <w:rsid w:val="00A94906"/>
    <w:rsid w:val="00B82999"/>
    <w:rsid w:val="00BA5604"/>
    <w:rsid w:val="00BE6445"/>
    <w:rsid w:val="00C136B8"/>
    <w:rsid w:val="00C3037A"/>
    <w:rsid w:val="00C67D1B"/>
    <w:rsid w:val="00C90C8D"/>
    <w:rsid w:val="00D04FF6"/>
    <w:rsid w:val="00DC323C"/>
    <w:rsid w:val="00DE7F7F"/>
    <w:rsid w:val="00E7487F"/>
    <w:rsid w:val="00EC783E"/>
    <w:rsid w:val="00FE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1EB"/>
    <w:rPr>
      <w:rFonts w:ascii="Times New Roman" w:eastAsia="Times New Roman" w:hAnsi="Times New Roman"/>
      <w:sz w:val="20"/>
      <w:szCs w:val="20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D76C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525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31"/>
    <w:rPr>
      <w:rFonts w:ascii="Times New Roman" w:eastAsia="Times New Roman" w:hAnsi="Times New Roman"/>
      <w:sz w:val="0"/>
      <w:szCs w:val="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3</Pages>
  <Words>654</Words>
  <Characters>3733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Admin</cp:lastModifiedBy>
  <cp:revision>57</cp:revision>
  <cp:lastPrinted>2021-06-03T08:35:00Z</cp:lastPrinted>
  <dcterms:created xsi:type="dcterms:W3CDTF">2021-05-31T04:53:00Z</dcterms:created>
  <dcterms:modified xsi:type="dcterms:W3CDTF">2021-06-03T08:35:00Z</dcterms:modified>
</cp:coreProperties>
</file>