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71F" w:rsidRDefault="0016771F" w:rsidP="00687A19">
      <w:pPr>
        <w:jc w:val="center"/>
      </w:pPr>
    </w:p>
    <w:p w:rsidR="0016771F" w:rsidRDefault="0016771F" w:rsidP="00687A19">
      <w:pPr>
        <w:jc w:val="center"/>
      </w:pPr>
    </w:p>
    <w:p w:rsidR="0016771F" w:rsidRDefault="0016771F" w:rsidP="00687A19">
      <w:pPr>
        <w:jc w:val="center"/>
      </w:pPr>
    </w:p>
    <w:p w:rsidR="0016771F" w:rsidRDefault="0016771F" w:rsidP="00687A19">
      <w:pPr>
        <w:jc w:val="center"/>
      </w:pPr>
    </w:p>
    <w:p w:rsidR="0016771F" w:rsidRDefault="0016771F" w:rsidP="00687A19">
      <w:pPr>
        <w:jc w:val="center"/>
      </w:pPr>
    </w:p>
    <w:p w:rsidR="0016771F" w:rsidRDefault="0016771F" w:rsidP="00687A19">
      <w:pPr>
        <w:jc w:val="center"/>
      </w:pPr>
    </w:p>
    <w:p w:rsidR="0016771F" w:rsidRDefault="0016771F" w:rsidP="00687A19">
      <w:pPr>
        <w:jc w:val="center"/>
      </w:pPr>
    </w:p>
    <w:p w:rsidR="0016771F" w:rsidRDefault="0016771F" w:rsidP="00687A19">
      <w:pPr>
        <w:jc w:val="center"/>
      </w:pPr>
    </w:p>
    <w:p w:rsidR="0016771F" w:rsidRDefault="0016771F" w:rsidP="00687A19">
      <w:pPr>
        <w:jc w:val="center"/>
      </w:pPr>
    </w:p>
    <w:p w:rsidR="0016771F" w:rsidRPr="009B28DA" w:rsidRDefault="0016771F" w:rsidP="00687A19">
      <w:pPr>
        <w:jc w:val="center"/>
      </w:pPr>
    </w:p>
    <w:p w:rsidR="0016771F" w:rsidRDefault="0016771F" w:rsidP="00687A19">
      <w:pPr>
        <w:jc w:val="center"/>
        <w:rPr>
          <w:lang w:val="en-US"/>
        </w:rPr>
      </w:pPr>
    </w:p>
    <w:tbl>
      <w:tblPr>
        <w:tblW w:w="9923" w:type="dxa"/>
        <w:tblInd w:w="-106" w:type="dxa"/>
        <w:tblLayout w:type="fixed"/>
        <w:tblLook w:val="01E0"/>
      </w:tblPr>
      <w:tblGrid>
        <w:gridCol w:w="3528"/>
        <w:gridCol w:w="2792"/>
        <w:gridCol w:w="2068"/>
        <w:gridCol w:w="1535"/>
      </w:tblGrid>
      <w:tr w:rsidR="0016771F" w:rsidRPr="008361A3">
        <w:tc>
          <w:tcPr>
            <w:tcW w:w="3528" w:type="dxa"/>
          </w:tcPr>
          <w:p w:rsidR="0016771F" w:rsidRPr="009B28DA" w:rsidRDefault="0016771F" w:rsidP="00CD1513">
            <w:pPr>
              <w:ind w:right="-44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03 червня 2021</w:t>
            </w:r>
            <w:r w:rsidRPr="008361A3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2792" w:type="dxa"/>
          </w:tcPr>
          <w:p w:rsidR="0016771F" w:rsidRPr="008361A3" w:rsidRDefault="0016771F" w:rsidP="00CD15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8361A3">
              <w:rPr>
                <w:sz w:val="28"/>
                <w:szCs w:val="28"/>
              </w:rPr>
              <w:t>м. Ковель</w:t>
            </w:r>
          </w:p>
        </w:tc>
        <w:tc>
          <w:tcPr>
            <w:tcW w:w="2068" w:type="dxa"/>
          </w:tcPr>
          <w:p w:rsidR="0016771F" w:rsidRPr="008361A3" w:rsidRDefault="0016771F" w:rsidP="00CD1513">
            <w:pPr>
              <w:rPr>
                <w:sz w:val="28"/>
                <w:szCs w:val="28"/>
              </w:rPr>
            </w:pPr>
          </w:p>
        </w:tc>
        <w:tc>
          <w:tcPr>
            <w:tcW w:w="1535" w:type="dxa"/>
          </w:tcPr>
          <w:p w:rsidR="0016771F" w:rsidRPr="00B239FC" w:rsidRDefault="0016771F" w:rsidP="00CD1513">
            <w:pPr>
              <w:rPr>
                <w:sz w:val="28"/>
                <w:szCs w:val="28"/>
                <w:lang w:val="en-US"/>
              </w:rPr>
            </w:pPr>
            <w:r w:rsidRPr="008361A3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 113</w:t>
            </w:r>
          </w:p>
        </w:tc>
      </w:tr>
    </w:tbl>
    <w:p w:rsidR="0016771F" w:rsidRDefault="0016771F" w:rsidP="00687A19">
      <w:pPr>
        <w:jc w:val="center"/>
        <w:rPr>
          <w:lang w:val="en-US"/>
        </w:rPr>
      </w:pPr>
    </w:p>
    <w:p w:rsidR="0016771F" w:rsidRDefault="0016771F" w:rsidP="00687A19">
      <w:pPr>
        <w:jc w:val="center"/>
        <w:rPr>
          <w:lang w:val="en-US"/>
        </w:rPr>
      </w:pPr>
    </w:p>
    <w:p w:rsidR="0016771F" w:rsidRDefault="0016771F" w:rsidP="00687A19">
      <w:pPr>
        <w:pStyle w:val="NormalWeb"/>
        <w:spacing w:before="0" w:beforeAutospacing="0" w:after="0" w:afterAutospacing="0" w:line="240" w:lineRule="atLeast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Про внесення змін до складу районної постійно діючої комісії</w:t>
      </w:r>
    </w:p>
    <w:p w:rsidR="0016771F" w:rsidRDefault="0016771F" w:rsidP="00687A19">
      <w:pPr>
        <w:pStyle w:val="NormalWeb"/>
        <w:spacing w:before="0" w:beforeAutospacing="0" w:after="0" w:afterAutospacing="0" w:line="240" w:lineRule="atLeast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з питань поводження з безхазяйними відходами</w:t>
      </w:r>
    </w:p>
    <w:p w:rsidR="0016771F" w:rsidRDefault="0016771F" w:rsidP="00687A19">
      <w:pPr>
        <w:pStyle w:val="NormalWeb"/>
        <w:spacing w:before="0" w:beforeAutospacing="0" w:after="0" w:afterAutospacing="0" w:line="240" w:lineRule="atLeast"/>
        <w:jc w:val="center"/>
        <w:rPr>
          <w:sz w:val="28"/>
          <w:szCs w:val="28"/>
        </w:rPr>
      </w:pPr>
    </w:p>
    <w:p w:rsidR="0016771F" w:rsidRDefault="0016771F" w:rsidP="00687A19">
      <w:pPr>
        <w:jc w:val="center"/>
        <w:rPr>
          <w:sz w:val="28"/>
          <w:szCs w:val="28"/>
        </w:rPr>
      </w:pPr>
    </w:p>
    <w:p w:rsidR="0016771F" w:rsidRDefault="0016771F" w:rsidP="00687A19">
      <w:pPr>
        <w:ind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 xml:space="preserve">Керуючись ст. 39 </w:t>
      </w:r>
      <w:r w:rsidRPr="009C27C4">
        <w:rPr>
          <w:sz w:val="28"/>
          <w:szCs w:val="28"/>
        </w:rPr>
        <w:t>Закону України «Про місцеві державні адміністрації</w:t>
      </w:r>
      <w:r>
        <w:rPr>
          <w:sz w:val="28"/>
          <w:szCs w:val="28"/>
        </w:rPr>
        <w:t xml:space="preserve">», </w:t>
      </w:r>
      <w:r w:rsidRPr="0040415B">
        <w:rPr>
          <w:sz w:val="28"/>
          <w:szCs w:val="28"/>
          <w:lang w:eastAsia="uk-UA"/>
        </w:rPr>
        <w:t>у зв’язку з кадровими змінами</w:t>
      </w:r>
      <w:r w:rsidRPr="009C27C4">
        <w:rPr>
          <w:sz w:val="28"/>
          <w:szCs w:val="28"/>
          <w:lang w:eastAsia="uk-UA"/>
        </w:rPr>
        <w:t>:</w:t>
      </w:r>
    </w:p>
    <w:p w:rsidR="0016771F" w:rsidRDefault="0016771F" w:rsidP="00687A19">
      <w:pPr>
        <w:ind w:firstLine="708"/>
        <w:jc w:val="both"/>
        <w:rPr>
          <w:sz w:val="28"/>
          <w:szCs w:val="28"/>
          <w:lang w:eastAsia="uk-UA"/>
        </w:rPr>
      </w:pPr>
      <w:r w:rsidRPr="00404389">
        <w:rPr>
          <w:sz w:val="28"/>
          <w:szCs w:val="28"/>
        </w:rPr>
        <w:t xml:space="preserve">1. </w:t>
      </w:r>
      <w:bookmarkStart w:id="0" w:name="_GoBack"/>
      <w:bookmarkEnd w:id="0"/>
      <w:r w:rsidRPr="00404389">
        <w:rPr>
          <w:sz w:val="28"/>
          <w:szCs w:val="28"/>
        </w:rPr>
        <w:t>Внести зміни до складу</w:t>
      </w:r>
      <w:r>
        <w:rPr>
          <w:sz w:val="28"/>
          <w:szCs w:val="28"/>
        </w:rPr>
        <w:t xml:space="preserve"> районної постійно діючої комісії з питань поводження з безхазяйними відходами</w:t>
      </w:r>
      <w:r w:rsidRPr="00404389">
        <w:rPr>
          <w:sz w:val="28"/>
          <w:szCs w:val="28"/>
        </w:rPr>
        <w:t xml:space="preserve">, </w:t>
      </w:r>
      <w:r>
        <w:rPr>
          <w:sz w:val="28"/>
          <w:szCs w:val="28"/>
        </w:rPr>
        <w:t>виклавши його в новій редакції</w:t>
      </w:r>
      <w:r w:rsidRPr="00841361">
        <w:rPr>
          <w:sz w:val="28"/>
          <w:szCs w:val="28"/>
        </w:rPr>
        <w:t>, що додається.</w:t>
      </w:r>
    </w:p>
    <w:p w:rsidR="0016771F" w:rsidRPr="00404389" w:rsidRDefault="0016771F" w:rsidP="00687A19">
      <w:pPr>
        <w:ind w:firstLine="708"/>
        <w:jc w:val="both"/>
        <w:rPr>
          <w:sz w:val="28"/>
          <w:szCs w:val="28"/>
        </w:rPr>
      </w:pPr>
      <w:r w:rsidRPr="00404389">
        <w:rPr>
          <w:sz w:val="28"/>
          <w:szCs w:val="28"/>
        </w:rPr>
        <w:t>2.</w:t>
      </w:r>
      <w:r>
        <w:rPr>
          <w:sz w:val="28"/>
          <w:szCs w:val="28"/>
        </w:rPr>
        <w:t xml:space="preserve"> Вважати таким, що втратив чинність п. 1 розпорядження голови районної державної адміністрації від 16.07.2020 року № 135</w:t>
      </w:r>
      <w:r w:rsidRPr="00404389">
        <w:rPr>
          <w:sz w:val="28"/>
          <w:szCs w:val="28"/>
        </w:rPr>
        <w:t xml:space="preserve"> </w:t>
      </w:r>
      <w:r>
        <w:rPr>
          <w:sz w:val="28"/>
          <w:szCs w:val="28"/>
        </w:rPr>
        <w:t>«Про внесення змін до складу районної постійно діючої комісії з питань поводження з безхазяйними відходами».</w:t>
      </w:r>
    </w:p>
    <w:p w:rsidR="0016771F" w:rsidRDefault="0016771F" w:rsidP="00687A19">
      <w:pPr>
        <w:ind w:firstLine="700"/>
        <w:jc w:val="both"/>
        <w:rPr>
          <w:sz w:val="28"/>
          <w:szCs w:val="28"/>
        </w:rPr>
      </w:pPr>
    </w:p>
    <w:p w:rsidR="0016771F" w:rsidRDefault="0016771F" w:rsidP="00687A19">
      <w:pPr>
        <w:ind w:firstLine="700"/>
        <w:jc w:val="both"/>
        <w:rPr>
          <w:sz w:val="28"/>
          <w:szCs w:val="28"/>
        </w:rPr>
      </w:pPr>
    </w:p>
    <w:p w:rsidR="0016771F" w:rsidRPr="006B502D" w:rsidRDefault="0016771F" w:rsidP="00687A19">
      <w:pPr>
        <w:ind w:firstLine="700"/>
        <w:jc w:val="both"/>
        <w:rPr>
          <w:sz w:val="28"/>
          <w:szCs w:val="28"/>
        </w:rPr>
      </w:pPr>
    </w:p>
    <w:p w:rsidR="0016771F" w:rsidRDefault="0016771F" w:rsidP="00687A19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</w:t>
      </w:r>
      <w:r>
        <w:rPr>
          <w:b/>
          <w:bCs/>
          <w:sz w:val="28"/>
          <w:szCs w:val="28"/>
        </w:rPr>
        <w:t>Ольга ЧЕРЕН</w:t>
      </w:r>
    </w:p>
    <w:p w:rsidR="0016771F" w:rsidRDefault="0016771F" w:rsidP="00687A19">
      <w:pPr>
        <w:jc w:val="both"/>
        <w:rPr>
          <w:b/>
          <w:bCs/>
          <w:sz w:val="28"/>
          <w:szCs w:val="28"/>
        </w:rPr>
      </w:pPr>
    </w:p>
    <w:p w:rsidR="0016771F" w:rsidRPr="00590FA3" w:rsidRDefault="0016771F" w:rsidP="00687A19">
      <w:pPr>
        <w:jc w:val="both"/>
        <w:rPr>
          <w:b/>
          <w:bCs/>
          <w:sz w:val="28"/>
          <w:szCs w:val="28"/>
        </w:rPr>
      </w:pPr>
    </w:p>
    <w:p w:rsidR="0016771F" w:rsidRPr="00D5429A" w:rsidRDefault="0016771F" w:rsidP="00687A19"/>
    <w:p w:rsidR="0016771F" w:rsidRPr="00D5429A" w:rsidRDefault="0016771F" w:rsidP="00687A19">
      <w:r>
        <w:t xml:space="preserve">Інна Боць 717 43 </w:t>
      </w:r>
    </w:p>
    <w:p w:rsidR="0016771F" w:rsidRPr="00590FA3" w:rsidRDefault="0016771F" w:rsidP="00687A19">
      <w:pPr>
        <w:tabs>
          <w:tab w:val="left" w:pos="900"/>
        </w:tabs>
        <w:ind w:left="5387"/>
        <w:rPr>
          <w:sz w:val="28"/>
          <w:szCs w:val="28"/>
        </w:rPr>
      </w:pPr>
      <w:r w:rsidRPr="00D5429A">
        <w:br w:type="page"/>
      </w:r>
      <w:r>
        <w:t xml:space="preserve">   </w:t>
      </w:r>
      <w:r>
        <w:rPr>
          <w:sz w:val="28"/>
          <w:szCs w:val="28"/>
        </w:rPr>
        <w:t xml:space="preserve">Додаток </w:t>
      </w:r>
    </w:p>
    <w:p w:rsidR="0016771F" w:rsidRDefault="0016771F" w:rsidP="00687A19">
      <w:pPr>
        <w:tabs>
          <w:tab w:val="left" w:pos="900"/>
        </w:tabs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   до р</w:t>
      </w:r>
      <w:r w:rsidRPr="00590FA3">
        <w:rPr>
          <w:sz w:val="28"/>
          <w:szCs w:val="28"/>
        </w:rPr>
        <w:t xml:space="preserve">озпорядження голови </w:t>
      </w:r>
    </w:p>
    <w:p w:rsidR="0016771F" w:rsidRPr="00590FA3" w:rsidRDefault="0016771F" w:rsidP="00687A19">
      <w:pPr>
        <w:tabs>
          <w:tab w:val="left" w:pos="900"/>
        </w:tabs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590FA3">
        <w:rPr>
          <w:sz w:val="28"/>
          <w:szCs w:val="28"/>
        </w:rPr>
        <w:t>районної державної адміністрації</w:t>
      </w:r>
    </w:p>
    <w:p w:rsidR="0016771F" w:rsidRDefault="0016771F" w:rsidP="00687A19">
      <w:pPr>
        <w:tabs>
          <w:tab w:val="left" w:pos="900"/>
        </w:tabs>
        <w:ind w:left="5387"/>
        <w:rPr>
          <w:sz w:val="28"/>
          <w:szCs w:val="28"/>
        </w:rPr>
      </w:pPr>
      <w:r w:rsidRPr="00590FA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06. 2021 № </w:t>
      </w:r>
    </w:p>
    <w:p w:rsidR="0016771F" w:rsidRDefault="0016771F" w:rsidP="00687A19">
      <w:pPr>
        <w:tabs>
          <w:tab w:val="left" w:pos="900"/>
        </w:tabs>
        <w:ind w:left="5387"/>
        <w:rPr>
          <w:sz w:val="28"/>
          <w:szCs w:val="28"/>
        </w:rPr>
      </w:pPr>
    </w:p>
    <w:p w:rsidR="0016771F" w:rsidRPr="00590FA3" w:rsidRDefault="0016771F" w:rsidP="00687A19">
      <w:pPr>
        <w:tabs>
          <w:tab w:val="left" w:pos="900"/>
        </w:tabs>
        <w:ind w:left="5387"/>
        <w:rPr>
          <w:sz w:val="28"/>
          <w:szCs w:val="28"/>
        </w:rPr>
      </w:pPr>
    </w:p>
    <w:p w:rsidR="0016771F" w:rsidRDefault="0016771F" w:rsidP="00687A19"/>
    <w:p w:rsidR="0016771F" w:rsidRDefault="0016771F" w:rsidP="006B4940">
      <w:pPr>
        <w:tabs>
          <w:tab w:val="left" w:pos="900"/>
        </w:tabs>
        <w:jc w:val="center"/>
        <w:rPr>
          <w:sz w:val="28"/>
          <w:szCs w:val="28"/>
        </w:rPr>
      </w:pPr>
      <w:r w:rsidRPr="00822E85">
        <w:rPr>
          <w:sz w:val="28"/>
          <w:szCs w:val="28"/>
        </w:rPr>
        <w:t>СКЛАД</w:t>
      </w:r>
    </w:p>
    <w:p w:rsidR="0016771F" w:rsidRDefault="0016771F" w:rsidP="006B4940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районної постійно діючої комісії </w:t>
      </w:r>
    </w:p>
    <w:p w:rsidR="0016771F" w:rsidRPr="00822E85" w:rsidRDefault="0016771F" w:rsidP="006B4940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з питань поводження з безхазяйними відходами</w:t>
      </w:r>
    </w:p>
    <w:p w:rsidR="0016771F" w:rsidRPr="00822E85" w:rsidRDefault="0016771F" w:rsidP="00687A19">
      <w:pPr>
        <w:pStyle w:val="NormalWeb"/>
        <w:spacing w:before="0" w:beforeAutospacing="0" w:after="0" w:afterAutospacing="0" w:line="240" w:lineRule="atLeast"/>
        <w:rPr>
          <w:rStyle w:val="Strong"/>
          <w:b w:val="0"/>
          <w:bCs w:val="0"/>
          <w:color w:val="000000"/>
          <w:sz w:val="28"/>
          <w:szCs w:val="28"/>
        </w:rPr>
      </w:pPr>
    </w:p>
    <w:p w:rsidR="0016771F" w:rsidRPr="00822E85" w:rsidRDefault="0016771F" w:rsidP="00687A19">
      <w:pPr>
        <w:tabs>
          <w:tab w:val="left" w:pos="900"/>
        </w:tabs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Голова комісії</w:t>
      </w:r>
    </w:p>
    <w:tbl>
      <w:tblPr>
        <w:tblW w:w="9854" w:type="dxa"/>
        <w:tblInd w:w="-106" w:type="dxa"/>
        <w:tblLook w:val="0000"/>
      </w:tblPr>
      <w:tblGrid>
        <w:gridCol w:w="2623"/>
        <w:gridCol w:w="746"/>
        <w:gridCol w:w="6485"/>
      </w:tblGrid>
      <w:tr w:rsidR="0016771F" w:rsidRPr="00822E85">
        <w:trPr>
          <w:trHeight w:val="360"/>
        </w:trPr>
        <w:tc>
          <w:tcPr>
            <w:tcW w:w="2623" w:type="dxa"/>
          </w:tcPr>
          <w:p w:rsidR="0016771F" w:rsidRDefault="0016771F" w:rsidP="00CD1513">
            <w:pPr>
              <w:tabs>
                <w:tab w:val="left" w:pos="900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КНИШ </w:t>
            </w:r>
          </w:p>
          <w:p w:rsidR="0016771F" w:rsidRPr="00822E85" w:rsidRDefault="0016771F" w:rsidP="00CD1513">
            <w:pPr>
              <w:tabs>
                <w:tab w:val="left" w:pos="900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Степанович</w:t>
            </w:r>
          </w:p>
        </w:tc>
        <w:tc>
          <w:tcPr>
            <w:tcW w:w="746" w:type="dxa"/>
          </w:tcPr>
          <w:p w:rsidR="0016771F" w:rsidRDefault="0016771F" w:rsidP="001A74A7">
            <w:pPr>
              <w:tabs>
                <w:tab w:val="left" w:pos="900"/>
              </w:tabs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:rsidR="0016771F" w:rsidRPr="00822E85" w:rsidRDefault="0016771F" w:rsidP="00CD1513">
            <w:pPr>
              <w:tabs>
                <w:tab w:val="left" w:pos="900"/>
              </w:tabs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перший </w:t>
            </w:r>
            <w:r w:rsidRPr="00822E85">
              <w:rPr>
                <w:sz w:val="28"/>
                <w:szCs w:val="28"/>
              </w:rPr>
              <w:t>заст</w:t>
            </w:r>
            <w:r>
              <w:rPr>
                <w:sz w:val="28"/>
                <w:szCs w:val="28"/>
              </w:rPr>
              <w:t>упник голови райдерж</w:t>
            </w:r>
            <w:r w:rsidRPr="00822E85">
              <w:rPr>
                <w:sz w:val="28"/>
                <w:szCs w:val="28"/>
              </w:rPr>
              <w:t>адміністрації</w:t>
            </w:r>
          </w:p>
          <w:p w:rsidR="0016771F" w:rsidRPr="00822E85" w:rsidRDefault="0016771F" w:rsidP="00CD1513">
            <w:pPr>
              <w:tabs>
                <w:tab w:val="left" w:pos="900"/>
              </w:tabs>
              <w:ind w:right="-108"/>
              <w:rPr>
                <w:sz w:val="28"/>
                <w:szCs w:val="28"/>
              </w:rPr>
            </w:pPr>
          </w:p>
        </w:tc>
      </w:tr>
      <w:tr w:rsidR="0016771F" w:rsidRPr="00822E85">
        <w:trPr>
          <w:trHeight w:val="348"/>
        </w:trPr>
        <w:tc>
          <w:tcPr>
            <w:tcW w:w="9854" w:type="dxa"/>
            <w:gridSpan w:val="3"/>
          </w:tcPr>
          <w:p w:rsidR="0016771F" w:rsidRPr="00822E85" w:rsidRDefault="0016771F" w:rsidP="00CD1513">
            <w:pPr>
              <w:tabs>
                <w:tab w:val="left" w:pos="900"/>
              </w:tabs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 комісії</w:t>
            </w:r>
          </w:p>
        </w:tc>
      </w:tr>
      <w:tr w:rsidR="0016771F" w:rsidRPr="00822E85">
        <w:trPr>
          <w:trHeight w:val="360"/>
        </w:trPr>
        <w:tc>
          <w:tcPr>
            <w:tcW w:w="2623" w:type="dxa"/>
          </w:tcPr>
          <w:p w:rsidR="0016771F" w:rsidRPr="00822E85" w:rsidRDefault="0016771F" w:rsidP="00CD1513">
            <w:pPr>
              <w:tabs>
                <w:tab w:val="left" w:pos="900"/>
              </w:tabs>
              <w:ind w:right="-108"/>
              <w:rPr>
                <w:sz w:val="28"/>
                <w:szCs w:val="28"/>
              </w:rPr>
            </w:pPr>
            <w:r w:rsidRPr="00822E85">
              <w:rPr>
                <w:sz w:val="28"/>
                <w:szCs w:val="28"/>
              </w:rPr>
              <w:t>БОЦЬ</w:t>
            </w:r>
          </w:p>
          <w:p w:rsidR="0016771F" w:rsidRPr="00822E85" w:rsidRDefault="0016771F" w:rsidP="00CD1513">
            <w:pPr>
              <w:tabs>
                <w:tab w:val="left" w:pos="900"/>
              </w:tabs>
              <w:ind w:right="-108"/>
              <w:rPr>
                <w:sz w:val="28"/>
                <w:szCs w:val="28"/>
              </w:rPr>
            </w:pPr>
            <w:r w:rsidRPr="00822E85">
              <w:rPr>
                <w:sz w:val="28"/>
                <w:szCs w:val="28"/>
              </w:rPr>
              <w:t>Інна Валеріївна</w:t>
            </w:r>
          </w:p>
        </w:tc>
        <w:tc>
          <w:tcPr>
            <w:tcW w:w="746" w:type="dxa"/>
          </w:tcPr>
          <w:p w:rsidR="0016771F" w:rsidRPr="00822E85" w:rsidRDefault="0016771F" w:rsidP="001A74A7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:rsidR="0016771F" w:rsidRDefault="0016771F" w:rsidP="00527DA8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 відділу інфраструктури, екології та житлово-комунального господарства управління регіонального розвитку райдержадміністрації</w:t>
            </w:r>
          </w:p>
          <w:p w:rsidR="0016771F" w:rsidRPr="00822E85" w:rsidRDefault="0016771F" w:rsidP="00527DA8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</w:tr>
      <w:tr w:rsidR="0016771F" w:rsidRPr="00822E85">
        <w:trPr>
          <w:trHeight w:val="473"/>
        </w:trPr>
        <w:tc>
          <w:tcPr>
            <w:tcW w:w="9854" w:type="dxa"/>
            <w:gridSpan w:val="3"/>
          </w:tcPr>
          <w:p w:rsidR="0016771F" w:rsidRPr="00822E85" w:rsidRDefault="0016771F" w:rsidP="00CD1513">
            <w:pPr>
              <w:tabs>
                <w:tab w:val="left" w:pos="900"/>
              </w:tabs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члени комісії</w:t>
            </w:r>
            <w:r w:rsidRPr="00822E85">
              <w:rPr>
                <w:sz w:val="28"/>
                <w:szCs w:val="28"/>
              </w:rPr>
              <w:t>:</w:t>
            </w:r>
          </w:p>
        </w:tc>
      </w:tr>
      <w:tr w:rsidR="0016771F" w:rsidRPr="00822E85">
        <w:trPr>
          <w:trHeight w:val="878"/>
        </w:trPr>
        <w:tc>
          <w:tcPr>
            <w:tcW w:w="2623" w:type="dxa"/>
          </w:tcPr>
          <w:p w:rsidR="0016771F" w:rsidRDefault="0016771F" w:rsidP="00472B51">
            <w:pPr>
              <w:tabs>
                <w:tab w:val="left" w:pos="900"/>
              </w:tabs>
              <w:ind w:right="-10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БІЛИНСЬКА</w:t>
            </w:r>
          </w:p>
          <w:p w:rsidR="0016771F" w:rsidRPr="0092771B" w:rsidRDefault="0016771F" w:rsidP="00472B51">
            <w:pPr>
              <w:tabs>
                <w:tab w:val="left" w:pos="900"/>
              </w:tabs>
              <w:ind w:right="-10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Лариса Іванівна</w:t>
            </w:r>
          </w:p>
        </w:tc>
        <w:tc>
          <w:tcPr>
            <w:tcW w:w="746" w:type="dxa"/>
          </w:tcPr>
          <w:p w:rsidR="0016771F" w:rsidRPr="0092771B" w:rsidRDefault="0016771F" w:rsidP="00472B51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:rsidR="0016771F" w:rsidRDefault="0016771F" w:rsidP="00472B51">
            <w:pPr>
              <w:tabs>
                <w:tab w:val="left" w:pos="900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управління регіонального розвитку райдержадміністрації</w:t>
            </w:r>
          </w:p>
          <w:p w:rsidR="0016771F" w:rsidRPr="0092771B" w:rsidRDefault="0016771F" w:rsidP="00472B51">
            <w:pPr>
              <w:tabs>
                <w:tab w:val="left" w:pos="900"/>
              </w:tabs>
              <w:ind w:right="-108"/>
              <w:rPr>
                <w:sz w:val="28"/>
                <w:szCs w:val="28"/>
              </w:rPr>
            </w:pPr>
          </w:p>
        </w:tc>
      </w:tr>
      <w:tr w:rsidR="0016771F" w:rsidRPr="00822E85">
        <w:trPr>
          <w:trHeight w:val="360"/>
        </w:trPr>
        <w:tc>
          <w:tcPr>
            <w:tcW w:w="2623" w:type="dxa"/>
          </w:tcPr>
          <w:p w:rsidR="0016771F" w:rsidRDefault="0016771F" w:rsidP="00527DA8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КОРОЛЬ </w:t>
            </w:r>
          </w:p>
          <w:p w:rsidR="0016771F" w:rsidRPr="00090E29" w:rsidRDefault="0016771F" w:rsidP="00527DA8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Микола Петрович</w:t>
            </w:r>
          </w:p>
        </w:tc>
        <w:tc>
          <w:tcPr>
            <w:tcW w:w="746" w:type="dxa"/>
          </w:tcPr>
          <w:p w:rsidR="0016771F" w:rsidRPr="00090E29" w:rsidRDefault="0016771F" w:rsidP="001A74A7">
            <w:pPr>
              <w:tabs>
                <w:tab w:val="left" w:pos="900"/>
              </w:tabs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:rsidR="0016771F" w:rsidRDefault="0016771F" w:rsidP="00382BA4">
            <w:pPr>
              <w:tabs>
                <w:tab w:val="left" w:pos="900"/>
              </w:tabs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Ковельського міськрайонного управління ГУ Держпродспоживслужби у Волинській області</w:t>
            </w:r>
            <w:r w:rsidRPr="00090E29">
              <w:rPr>
                <w:sz w:val="28"/>
                <w:szCs w:val="28"/>
              </w:rPr>
              <w:t xml:space="preserve"> (за згодою)</w:t>
            </w:r>
          </w:p>
          <w:p w:rsidR="0016771F" w:rsidRPr="00090E29" w:rsidRDefault="0016771F" w:rsidP="00382BA4">
            <w:pPr>
              <w:tabs>
                <w:tab w:val="left" w:pos="900"/>
              </w:tabs>
              <w:spacing w:before="120" w:after="120"/>
              <w:jc w:val="both"/>
              <w:rPr>
                <w:sz w:val="28"/>
                <w:szCs w:val="28"/>
              </w:rPr>
            </w:pPr>
          </w:p>
        </w:tc>
      </w:tr>
      <w:tr w:rsidR="0016771F" w:rsidRPr="00822E85">
        <w:trPr>
          <w:trHeight w:val="360"/>
        </w:trPr>
        <w:tc>
          <w:tcPr>
            <w:tcW w:w="2623" w:type="dxa"/>
          </w:tcPr>
          <w:p w:rsidR="0016771F" w:rsidRDefault="0016771F" w:rsidP="003163FB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</w:t>
            </w:r>
            <w:r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</w:rPr>
              <w:t>ЯНОВА</w:t>
            </w:r>
          </w:p>
          <w:p w:rsidR="0016771F" w:rsidRPr="00626078" w:rsidRDefault="0016771F" w:rsidP="003163FB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Жанна Миколаївна</w:t>
            </w:r>
          </w:p>
          <w:p w:rsidR="0016771F" w:rsidRDefault="0016771F" w:rsidP="003163FB">
            <w:pPr>
              <w:tabs>
                <w:tab w:val="left" w:pos="900"/>
              </w:tabs>
              <w:rPr>
                <w:sz w:val="28"/>
                <w:szCs w:val="28"/>
              </w:rPr>
            </w:pPr>
          </w:p>
        </w:tc>
        <w:tc>
          <w:tcPr>
            <w:tcW w:w="746" w:type="dxa"/>
          </w:tcPr>
          <w:p w:rsidR="0016771F" w:rsidRDefault="0016771F" w:rsidP="003163FB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:rsidR="0016771F" w:rsidRDefault="0016771F" w:rsidP="003163FB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відділу інфраструктури, екології та житлово-комунального господарства управління регіонального розвитку райдержадміністрації </w:t>
            </w:r>
            <w:r w:rsidRPr="0092771B">
              <w:rPr>
                <w:sz w:val="28"/>
                <w:szCs w:val="28"/>
              </w:rPr>
              <w:t xml:space="preserve"> </w:t>
            </w:r>
          </w:p>
          <w:p w:rsidR="0016771F" w:rsidRDefault="0016771F" w:rsidP="003163FB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</w:tr>
      <w:tr w:rsidR="0016771F" w:rsidRPr="00822E85">
        <w:trPr>
          <w:trHeight w:val="360"/>
        </w:trPr>
        <w:tc>
          <w:tcPr>
            <w:tcW w:w="2623" w:type="dxa"/>
          </w:tcPr>
          <w:p w:rsidR="0016771F" w:rsidRDefault="0016771F" w:rsidP="00AF52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МАРТИНЮК</w:t>
            </w:r>
          </w:p>
          <w:p w:rsidR="0016771F" w:rsidRDefault="0016771F" w:rsidP="00AF52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</w:rPr>
              <w:t>ячеслав Олександрович</w:t>
            </w:r>
          </w:p>
          <w:p w:rsidR="0016771F" w:rsidRDefault="0016771F" w:rsidP="003163FB">
            <w:pPr>
              <w:tabs>
                <w:tab w:val="left" w:pos="900"/>
              </w:tabs>
              <w:rPr>
                <w:sz w:val="28"/>
                <w:szCs w:val="28"/>
              </w:rPr>
            </w:pPr>
          </w:p>
        </w:tc>
        <w:tc>
          <w:tcPr>
            <w:tcW w:w="746" w:type="dxa"/>
          </w:tcPr>
          <w:p w:rsidR="0016771F" w:rsidRDefault="0016771F" w:rsidP="003163FB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:rsidR="0016771F" w:rsidRDefault="0016771F" w:rsidP="003163FB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начальника Ковельського РУП ГУНП у Волинській області з превентивної діяльності, підполковник поліції (за згодою)</w:t>
            </w:r>
          </w:p>
        </w:tc>
      </w:tr>
      <w:tr w:rsidR="0016771F" w:rsidRPr="00822E85">
        <w:trPr>
          <w:trHeight w:val="360"/>
        </w:trPr>
        <w:tc>
          <w:tcPr>
            <w:tcW w:w="2623" w:type="dxa"/>
          </w:tcPr>
          <w:p w:rsidR="0016771F" w:rsidRDefault="0016771F" w:rsidP="00C707C5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МИХАЛЬЧУК</w:t>
            </w:r>
          </w:p>
          <w:p w:rsidR="0016771F" w:rsidRDefault="0016771F" w:rsidP="00C707C5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Леонідович</w:t>
            </w:r>
          </w:p>
        </w:tc>
        <w:tc>
          <w:tcPr>
            <w:tcW w:w="746" w:type="dxa"/>
          </w:tcPr>
          <w:p w:rsidR="0016771F" w:rsidRDefault="0016771F" w:rsidP="00C707C5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:rsidR="0016771F" w:rsidRDefault="0016771F" w:rsidP="00C707C5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 – державний інспектор з охорони навколишнього природного середовища Волинської області (за згодою)</w:t>
            </w:r>
          </w:p>
          <w:p w:rsidR="0016771F" w:rsidRDefault="0016771F" w:rsidP="00C707C5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</w:tr>
      <w:tr w:rsidR="0016771F" w:rsidRPr="00822E85">
        <w:trPr>
          <w:trHeight w:val="360"/>
        </w:trPr>
        <w:tc>
          <w:tcPr>
            <w:tcW w:w="2623" w:type="dxa"/>
          </w:tcPr>
          <w:p w:rsidR="0016771F" w:rsidRPr="00822E85" w:rsidRDefault="0016771F" w:rsidP="00AB367D">
            <w:pPr>
              <w:tabs>
                <w:tab w:val="left" w:pos="900"/>
              </w:tabs>
              <w:rPr>
                <w:sz w:val="28"/>
                <w:szCs w:val="28"/>
              </w:rPr>
            </w:pPr>
            <w:r w:rsidRPr="00822E85">
              <w:rPr>
                <w:sz w:val="28"/>
                <w:szCs w:val="28"/>
              </w:rPr>
              <w:t>ОЛЕКСЮК</w:t>
            </w:r>
          </w:p>
          <w:p w:rsidR="0016771F" w:rsidRPr="00822E85" w:rsidRDefault="0016771F" w:rsidP="00AB367D">
            <w:pPr>
              <w:tabs>
                <w:tab w:val="left" w:pos="900"/>
              </w:tabs>
              <w:rPr>
                <w:sz w:val="28"/>
                <w:szCs w:val="28"/>
              </w:rPr>
            </w:pPr>
            <w:r w:rsidRPr="00822E85">
              <w:rPr>
                <w:sz w:val="28"/>
                <w:szCs w:val="28"/>
              </w:rPr>
              <w:t>Андрій Юрійович</w:t>
            </w:r>
          </w:p>
        </w:tc>
        <w:tc>
          <w:tcPr>
            <w:tcW w:w="746" w:type="dxa"/>
          </w:tcPr>
          <w:p w:rsidR="0016771F" w:rsidRDefault="0016771F" w:rsidP="00C707C5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:rsidR="0016771F" w:rsidRDefault="0016771F" w:rsidP="00AF5277">
            <w:pPr>
              <w:tabs>
                <w:tab w:val="left" w:pos="900"/>
              </w:tabs>
              <w:spacing w:before="120" w:after="120"/>
              <w:jc w:val="both"/>
              <w:rPr>
                <w:sz w:val="28"/>
                <w:szCs w:val="28"/>
              </w:rPr>
            </w:pPr>
            <w:r w:rsidRPr="00822E85">
              <w:rPr>
                <w:sz w:val="28"/>
                <w:szCs w:val="28"/>
              </w:rPr>
              <w:t>начальник міськрайонного управління у Ковельському районі та м. Ковель Головного управління Держгеокадастру у Волинській області (за згодою)</w:t>
            </w:r>
          </w:p>
          <w:p w:rsidR="0016771F" w:rsidRDefault="0016771F" w:rsidP="00AF5277">
            <w:pPr>
              <w:tabs>
                <w:tab w:val="left" w:pos="90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Продовження додатка</w:t>
            </w:r>
          </w:p>
        </w:tc>
      </w:tr>
    </w:tbl>
    <w:p w:rsidR="0016771F" w:rsidRPr="00822E85" w:rsidRDefault="0016771F" w:rsidP="00D97BFF">
      <w:pPr>
        <w:rPr>
          <w:sz w:val="28"/>
          <w:szCs w:val="28"/>
        </w:rPr>
      </w:pPr>
    </w:p>
    <w:tbl>
      <w:tblPr>
        <w:tblW w:w="9854" w:type="dxa"/>
        <w:tblInd w:w="-106" w:type="dxa"/>
        <w:tblLook w:val="0000"/>
      </w:tblPr>
      <w:tblGrid>
        <w:gridCol w:w="2623"/>
        <w:gridCol w:w="746"/>
        <w:gridCol w:w="6485"/>
      </w:tblGrid>
      <w:tr w:rsidR="0016771F" w:rsidRPr="00822E85">
        <w:trPr>
          <w:trHeight w:val="360"/>
        </w:trPr>
        <w:tc>
          <w:tcPr>
            <w:tcW w:w="2623" w:type="dxa"/>
          </w:tcPr>
          <w:p w:rsidR="0016771F" w:rsidRDefault="0016771F" w:rsidP="00AB36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ХОМИЧ </w:t>
            </w:r>
          </w:p>
          <w:p w:rsidR="0016771F" w:rsidRDefault="0016771F" w:rsidP="00AB36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Вікторович</w:t>
            </w:r>
          </w:p>
          <w:p w:rsidR="0016771F" w:rsidRDefault="0016771F" w:rsidP="00AB367D">
            <w:pPr>
              <w:jc w:val="both"/>
              <w:rPr>
                <w:sz w:val="28"/>
                <w:szCs w:val="28"/>
              </w:rPr>
            </w:pPr>
          </w:p>
          <w:p w:rsidR="0016771F" w:rsidRPr="00D42D5F" w:rsidRDefault="0016771F" w:rsidP="00AB36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46" w:type="dxa"/>
          </w:tcPr>
          <w:p w:rsidR="0016771F" w:rsidRPr="00822E85" w:rsidRDefault="0016771F" w:rsidP="008E4580">
            <w:pPr>
              <w:tabs>
                <w:tab w:val="left" w:pos="900"/>
              </w:tabs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:rsidR="0016771F" w:rsidRPr="00822E85" w:rsidRDefault="0016771F" w:rsidP="00AF52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завідувач сектору з питань оборонної роботи, цивільного захисту та взаємодії з правоохоронними органами райдержадміністрації </w:t>
            </w:r>
          </w:p>
        </w:tc>
      </w:tr>
      <w:tr w:rsidR="0016771F" w:rsidRPr="00822E85">
        <w:trPr>
          <w:trHeight w:val="360"/>
        </w:trPr>
        <w:tc>
          <w:tcPr>
            <w:tcW w:w="2623" w:type="dxa"/>
          </w:tcPr>
          <w:p w:rsidR="0016771F" w:rsidRPr="00090E29" w:rsidRDefault="0016771F" w:rsidP="008E4580">
            <w:pPr>
              <w:tabs>
                <w:tab w:val="left" w:pos="900"/>
              </w:tabs>
              <w:rPr>
                <w:sz w:val="28"/>
                <w:szCs w:val="28"/>
              </w:rPr>
            </w:pPr>
            <w:r w:rsidRPr="00090E29">
              <w:rPr>
                <w:sz w:val="28"/>
                <w:szCs w:val="28"/>
              </w:rPr>
              <w:t>представник</w:t>
            </w:r>
          </w:p>
        </w:tc>
        <w:tc>
          <w:tcPr>
            <w:tcW w:w="746" w:type="dxa"/>
          </w:tcPr>
          <w:p w:rsidR="0016771F" w:rsidRPr="00090E29" w:rsidRDefault="0016771F" w:rsidP="008E4580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:rsidR="0016771F" w:rsidRPr="00090E29" w:rsidRDefault="0016771F" w:rsidP="008E4580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D34852">
              <w:rPr>
                <w:sz w:val="28"/>
                <w:szCs w:val="28"/>
              </w:rPr>
              <w:t>посадова особа органу місцевого самоврядування (за згодою)</w:t>
            </w:r>
          </w:p>
          <w:p w:rsidR="0016771F" w:rsidRPr="00090E29" w:rsidRDefault="0016771F" w:rsidP="008E4580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16771F" w:rsidRDefault="0016771F" w:rsidP="00C7417F">
      <w:pPr>
        <w:jc w:val="both"/>
        <w:rPr>
          <w:sz w:val="28"/>
          <w:szCs w:val="28"/>
        </w:rPr>
      </w:pPr>
    </w:p>
    <w:p w:rsidR="0016771F" w:rsidRDefault="0016771F" w:rsidP="00D97BFF">
      <w:pPr>
        <w:jc w:val="both"/>
        <w:rPr>
          <w:sz w:val="28"/>
          <w:szCs w:val="28"/>
        </w:rPr>
      </w:pPr>
    </w:p>
    <w:p w:rsidR="0016771F" w:rsidRPr="00C2652C" w:rsidRDefault="0016771F" w:rsidP="00527DA8">
      <w:pPr>
        <w:rPr>
          <w:b/>
          <w:bCs/>
        </w:rPr>
      </w:pPr>
      <w:r>
        <w:t xml:space="preserve">                 </w:t>
      </w:r>
      <w:r w:rsidRPr="00C2652C">
        <w:rPr>
          <w:b/>
          <w:bCs/>
        </w:rPr>
        <w:t xml:space="preserve">  ______________________________________________________________</w:t>
      </w:r>
    </w:p>
    <w:p w:rsidR="0016771F" w:rsidRPr="00C2652C" w:rsidRDefault="0016771F" w:rsidP="00527DA8">
      <w:pPr>
        <w:rPr>
          <w:b/>
          <w:bCs/>
        </w:rPr>
      </w:pPr>
    </w:p>
    <w:p w:rsidR="0016771F" w:rsidRPr="00822E85" w:rsidRDefault="0016771F" w:rsidP="00687A19">
      <w:pPr>
        <w:ind w:firstLine="708"/>
        <w:jc w:val="both"/>
        <w:rPr>
          <w:sz w:val="28"/>
          <w:szCs w:val="28"/>
        </w:rPr>
      </w:pPr>
    </w:p>
    <w:p w:rsidR="0016771F" w:rsidRPr="00822E85" w:rsidRDefault="0016771F" w:rsidP="00687A19">
      <w:pPr>
        <w:rPr>
          <w:sz w:val="28"/>
          <w:szCs w:val="28"/>
        </w:rPr>
      </w:pPr>
    </w:p>
    <w:p w:rsidR="0016771F" w:rsidRDefault="0016771F" w:rsidP="00687A19">
      <w:pPr>
        <w:ind w:firstLine="708"/>
        <w:jc w:val="both"/>
        <w:rPr>
          <w:sz w:val="28"/>
          <w:szCs w:val="28"/>
        </w:rPr>
      </w:pPr>
    </w:p>
    <w:p w:rsidR="0016771F" w:rsidRDefault="0016771F" w:rsidP="00687A19">
      <w:pPr>
        <w:ind w:firstLine="708"/>
        <w:jc w:val="both"/>
        <w:rPr>
          <w:sz w:val="28"/>
          <w:szCs w:val="28"/>
        </w:rPr>
      </w:pPr>
    </w:p>
    <w:p w:rsidR="0016771F" w:rsidRDefault="0016771F" w:rsidP="00687A19">
      <w:pPr>
        <w:ind w:firstLine="708"/>
        <w:jc w:val="both"/>
        <w:rPr>
          <w:sz w:val="28"/>
          <w:szCs w:val="28"/>
        </w:rPr>
      </w:pPr>
    </w:p>
    <w:p w:rsidR="0016771F" w:rsidRDefault="0016771F" w:rsidP="00687A19">
      <w:pPr>
        <w:ind w:firstLine="708"/>
        <w:jc w:val="both"/>
        <w:rPr>
          <w:sz w:val="28"/>
          <w:szCs w:val="28"/>
        </w:rPr>
      </w:pPr>
    </w:p>
    <w:p w:rsidR="0016771F" w:rsidRDefault="0016771F" w:rsidP="00687A19">
      <w:pPr>
        <w:ind w:firstLine="708"/>
        <w:jc w:val="both"/>
        <w:rPr>
          <w:sz w:val="28"/>
          <w:szCs w:val="28"/>
        </w:rPr>
      </w:pPr>
    </w:p>
    <w:p w:rsidR="0016771F" w:rsidRDefault="0016771F" w:rsidP="00687A19">
      <w:pPr>
        <w:ind w:firstLine="708"/>
        <w:jc w:val="both"/>
        <w:rPr>
          <w:sz w:val="28"/>
          <w:szCs w:val="28"/>
        </w:rPr>
      </w:pPr>
    </w:p>
    <w:p w:rsidR="0016771F" w:rsidRDefault="0016771F" w:rsidP="00687A19">
      <w:pPr>
        <w:ind w:firstLine="708"/>
        <w:jc w:val="both"/>
        <w:rPr>
          <w:sz w:val="28"/>
          <w:szCs w:val="28"/>
        </w:rPr>
      </w:pPr>
    </w:p>
    <w:p w:rsidR="0016771F" w:rsidRDefault="0016771F" w:rsidP="00687A19">
      <w:pPr>
        <w:ind w:firstLine="708"/>
        <w:jc w:val="both"/>
        <w:rPr>
          <w:sz w:val="28"/>
          <w:szCs w:val="28"/>
        </w:rPr>
      </w:pPr>
    </w:p>
    <w:p w:rsidR="0016771F" w:rsidRDefault="0016771F" w:rsidP="00687A19">
      <w:pPr>
        <w:ind w:firstLine="708"/>
        <w:jc w:val="both"/>
        <w:rPr>
          <w:sz w:val="28"/>
          <w:szCs w:val="28"/>
        </w:rPr>
      </w:pPr>
    </w:p>
    <w:p w:rsidR="0016771F" w:rsidRDefault="0016771F" w:rsidP="00687A19">
      <w:pPr>
        <w:ind w:firstLine="708"/>
        <w:jc w:val="both"/>
        <w:rPr>
          <w:sz w:val="28"/>
          <w:szCs w:val="28"/>
        </w:rPr>
      </w:pPr>
    </w:p>
    <w:p w:rsidR="0016771F" w:rsidRDefault="0016771F" w:rsidP="00687A19">
      <w:pPr>
        <w:ind w:firstLine="708"/>
        <w:jc w:val="both"/>
        <w:rPr>
          <w:sz w:val="28"/>
          <w:szCs w:val="28"/>
        </w:rPr>
      </w:pPr>
    </w:p>
    <w:p w:rsidR="0016771F" w:rsidRDefault="0016771F" w:rsidP="00687A19">
      <w:pPr>
        <w:ind w:firstLine="708"/>
        <w:jc w:val="both"/>
        <w:rPr>
          <w:sz w:val="28"/>
          <w:szCs w:val="28"/>
        </w:rPr>
      </w:pPr>
    </w:p>
    <w:p w:rsidR="0016771F" w:rsidRDefault="0016771F" w:rsidP="006E7E25">
      <w:pPr>
        <w:ind w:firstLine="708"/>
        <w:jc w:val="both"/>
        <w:rPr>
          <w:sz w:val="28"/>
          <w:szCs w:val="28"/>
        </w:rPr>
      </w:pPr>
    </w:p>
    <w:p w:rsidR="0016771F" w:rsidRDefault="0016771F" w:rsidP="00687A19">
      <w:pPr>
        <w:ind w:firstLine="708"/>
        <w:jc w:val="both"/>
        <w:rPr>
          <w:sz w:val="28"/>
          <w:szCs w:val="28"/>
        </w:rPr>
      </w:pPr>
    </w:p>
    <w:p w:rsidR="0016771F" w:rsidRDefault="0016771F" w:rsidP="00687A19">
      <w:pPr>
        <w:ind w:firstLine="708"/>
        <w:jc w:val="both"/>
        <w:rPr>
          <w:sz w:val="28"/>
          <w:szCs w:val="28"/>
        </w:rPr>
      </w:pPr>
    </w:p>
    <w:p w:rsidR="0016771F" w:rsidRDefault="0016771F" w:rsidP="00687A19">
      <w:pPr>
        <w:ind w:firstLine="708"/>
        <w:jc w:val="both"/>
        <w:rPr>
          <w:sz w:val="28"/>
          <w:szCs w:val="28"/>
        </w:rPr>
      </w:pPr>
    </w:p>
    <w:p w:rsidR="0016771F" w:rsidRDefault="0016771F" w:rsidP="00687A19">
      <w:pPr>
        <w:ind w:firstLine="708"/>
        <w:jc w:val="both"/>
        <w:rPr>
          <w:sz w:val="28"/>
          <w:szCs w:val="28"/>
        </w:rPr>
      </w:pPr>
    </w:p>
    <w:p w:rsidR="0016771F" w:rsidRDefault="0016771F" w:rsidP="00687A19">
      <w:pPr>
        <w:ind w:firstLine="708"/>
        <w:jc w:val="both"/>
        <w:rPr>
          <w:sz w:val="28"/>
          <w:szCs w:val="28"/>
        </w:rPr>
      </w:pPr>
    </w:p>
    <w:p w:rsidR="0016771F" w:rsidRDefault="0016771F" w:rsidP="00687A19">
      <w:pPr>
        <w:ind w:firstLine="708"/>
        <w:jc w:val="both"/>
        <w:rPr>
          <w:sz w:val="28"/>
          <w:szCs w:val="28"/>
        </w:rPr>
      </w:pPr>
    </w:p>
    <w:p w:rsidR="0016771F" w:rsidRDefault="0016771F" w:rsidP="00687A19">
      <w:pPr>
        <w:ind w:firstLine="708"/>
        <w:jc w:val="both"/>
        <w:rPr>
          <w:sz w:val="28"/>
          <w:szCs w:val="28"/>
        </w:rPr>
      </w:pPr>
    </w:p>
    <w:p w:rsidR="0016771F" w:rsidRDefault="0016771F" w:rsidP="00687A19">
      <w:pPr>
        <w:ind w:firstLine="708"/>
        <w:jc w:val="both"/>
        <w:rPr>
          <w:sz w:val="28"/>
          <w:szCs w:val="28"/>
        </w:rPr>
      </w:pPr>
    </w:p>
    <w:p w:rsidR="0016771F" w:rsidRDefault="0016771F" w:rsidP="00687A19">
      <w:pPr>
        <w:ind w:firstLine="708"/>
        <w:jc w:val="both"/>
        <w:rPr>
          <w:sz w:val="28"/>
          <w:szCs w:val="28"/>
        </w:rPr>
      </w:pPr>
    </w:p>
    <w:p w:rsidR="0016771F" w:rsidRDefault="0016771F" w:rsidP="00687A19">
      <w:pPr>
        <w:ind w:firstLine="708"/>
        <w:jc w:val="both"/>
        <w:rPr>
          <w:sz w:val="28"/>
          <w:szCs w:val="28"/>
        </w:rPr>
      </w:pPr>
    </w:p>
    <w:p w:rsidR="0016771F" w:rsidRDefault="0016771F" w:rsidP="00687A19">
      <w:pPr>
        <w:ind w:firstLine="708"/>
        <w:jc w:val="both"/>
        <w:rPr>
          <w:sz w:val="28"/>
          <w:szCs w:val="28"/>
        </w:rPr>
      </w:pPr>
    </w:p>
    <w:p w:rsidR="0016771F" w:rsidRDefault="0016771F" w:rsidP="00687A19">
      <w:pPr>
        <w:ind w:firstLine="708"/>
        <w:jc w:val="both"/>
        <w:rPr>
          <w:sz w:val="28"/>
          <w:szCs w:val="28"/>
        </w:rPr>
      </w:pPr>
    </w:p>
    <w:p w:rsidR="0016771F" w:rsidRDefault="0016771F" w:rsidP="00687A19">
      <w:pPr>
        <w:ind w:firstLine="708"/>
        <w:jc w:val="both"/>
        <w:rPr>
          <w:sz w:val="28"/>
          <w:szCs w:val="28"/>
        </w:rPr>
      </w:pPr>
    </w:p>
    <w:p w:rsidR="0016771F" w:rsidRDefault="0016771F" w:rsidP="000F1D88">
      <w:pPr>
        <w:jc w:val="both"/>
        <w:rPr>
          <w:sz w:val="28"/>
          <w:szCs w:val="28"/>
        </w:rPr>
      </w:pPr>
    </w:p>
    <w:p w:rsidR="0016771F" w:rsidRDefault="0016771F" w:rsidP="003A37DA">
      <w:pPr>
        <w:jc w:val="both"/>
        <w:rPr>
          <w:sz w:val="28"/>
          <w:szCs w:val="28"/>
        </w:rPr>
      </w:pPr>
    </w:p>
    <w:p w:rsidR="0016771F" w:rsidRDefault="0016771F" w:rsidP="003A37DA">
      <w:pPr>
        <w:jc w:val="both"/>
        <w:rPr>
          <w:sz w:val="28"/>
          <w:szCs w:val="28"/>
        </w:rPr>
      </w:pPr>
    </w:p>
    <w:p w:rsidR="0016771F" w:rsidRPr="00822E85" w:rsidRDefault="0016771F" w:rsidP="00687A19">
      <w:pPr>
        <w:rPr>
          <w:sz w:val="28"/>
          <w:szCs w:val="28"/>
        </w:rPr>
      </w:pPr>
    </w:p>
    <w:p w:rsidR="0016771F" w:rsidRDefault="0016771F"/>
    <w:p w:rsidR="0016771F" w:rsidRDefault="0016771F"/>
    <w:p w:rsidR="0016771F" w:rsidRDefault="0016771F"/>
    <w:tbl>
      <w:tblPr>
        <w:tblW w:w="9776" w:type="dxa"/>
        <w:tblInd w:w="-106" w:type="dxa"/>
        <w:tblLook w:val="01E0"/>
      </w:tblPr>
      <w:tblGrid>
        <w:gridCol w:w="4968"/>
        <w:gridCol w:w="1980"/>
        <w:gridCol w:w="2828"/>
      </w:tblGrid>
      <w:tr w:rsidR="0016771F" w:rsidRPr="00A21F1F">
        <w:trPr>
          <w:trHeight w:val="1124"/>
        </w:trPr>
        <w:tc>
          <w:tcPr>
            <w:tcW w:w="4968" w:type="dxa"/>
          </w:tcPr>
          <w:p w:rsidR="0016771F" w:rsidRPr="00BB1C6E" w:rsidRDefault="0016771F" w:rsidP="00AB367D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Перший заступник голови райдержадміністрації</w:t>
            </w:r>
          </w:p>
        </w:tc>
        <w:tc>
          <w:tcPr>
            <w:tcW w:w="1980" w:type="dxa"/>
          </w:tcPr>
          <w:p w:rsidR="0016771F" w:rsidRPr="00A21F1F" w:rsidRDefault="0016771F" w:rsidP="00AB367D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2828" w:type="dxa"/>
          </w:tcPr>
          <w:p w:rsidR="0016771F" w:rsidRDefault="0016771F" w:rsidP="00AB367D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16771F" w:rsidRPr="00BD6848" w:rsidRDefault="0016771F" w:rsidP="00AB367D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Книш</w:t>
            </w:r>
          </w:p>
        </w:tc>
      </w:tr>
      <w:tr w:rsidR="0016771F" w:rsidRPr="00A21F1F">
        <w:trPr>
          <w:trHeight w:val="1124"/>
        </w:trPr>
        <w:tc>
          <w:tcPr>
            <w:tcW w:w="4968" w:type="dxa"/>
          </w:tcPr>
          <w:p w:rsidR="0016771F" w:rsidRDefault="0016771F" w:rsidP="00AB367D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16771F" w:rsidRPr="00A21F1F" w:rsidRDefault="0016771F" w:rsidP="00AB367D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 w:rsidRPr="00A21F1F">
              <w:rPr>
                <w:sz w:val="28"/>
                <w:szCs w:val="28"/>
              </w:rPr>
              <w:t>Керівник апарату</w:t>
            </w:r>
          </w:p>
          <w:p w:rsidR="0016771F" w:rsidRPr="00A21F1F" w:rsidRDefault="0016771F" w:rsidP="00AB367D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A21F1F">
              <w:rPr>
                <w:sz w:val="28"/>
                <w:szCs w:val="28"/>
              </w:rPr>
              <w:t>айдержадміністрації</w:t>
            </w:r>
          </w:p>
        </w:tc>
        <w:tc>
          <w:tcPr>
            <w:tcW w:w="1980" w:type="dxa"/>
          </w:tcPr>
          <w:p w:rsidR="0016771F" w:rsidRPr="00A21F1F" w:rsidRDefault="0016771F" w:rsidP="00AB367D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2828" w:type="dxa"/>
          </w:tcPr>
          <w:p w:rsidR="0016771F" w:rsidRDefault="0016771F" w:rsidP="00AB367D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16771F" w:rsidRDefault="0016771F" w:rsidP="00AB367D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16771F" w:rsidRPr="00BD6848" w:rsidRDefault="0016771F" w:rsidP="00AB367D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Степан </w:t>
            </w:r>
            <w:r w:rsidRPr="00A21F1F">
              <w:rPr>
                <w:sz w:val="28"/>
                <w:szCs w:val="28"/>
              </w:rPr>
              <w:t>Топольський</w:t>
            </w:r>
          </w:p>
        </w:tc>
      </w:tr>
      <w:tr w:rsidR="0016771F" w:rsidRPr="00A21F1F">
        <w:trPr>
          <w:trHeight w:val="372"/>
        </w:trPr>
        <w:tc>
          <w:tcPr>
            <w:tcW w:w="4968" w:type="dxa"/>
          </w:tcPr>
          <w:p w:rsidR="0016771F" w:rsidRDefault="0016771F" w:rsidP="00AB367D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16771F" w:rsidRPr="00C14C99" w:rsidRDefault="0016771F" w:rsidP="00AB367D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16771F" w:rsidRPr="009C5611" w:rsidRDefault="0016771F" w:rsidP="00AB367D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відділу правового забезпечення та </w:t>
            </w:r>
            <w:r w:rsidRPr="00A21F1F">
              <w:rPr>
                <w:sz w:val="28"/>
                <w:szCs w:val="28"/>
              </w:rPr>
              <w:t>з питань запобігання і</w:t>
            </w:r>
          </w:p>
          <w:p w:rsidR="0016771F" w:rsidRPr="009C5611" w:rsidRDefault="0016771F" w:rsidP="00AB367D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 w:rsidRPr="00A21F1F">
              <w:rPr>
                <w:sz w:val="28"/>
                <w:szCs w:val="28"/>
              </w:rPr>
              <w:t>виявлення корупції</w:t>
            </w:r>
            <w:r>
              <w:rPr>
                <w:sz w:val="28"/>
                <w:szCs w:val="28"/>
              </w:rPr>
              <w:t xml:space="preserve"> апарату </w:t>
            </w:r>
            <w:r w:rsidRPr="00A21F1F">
              <w:rPr>
                <w:sz w:val="28"/>
                <w:szCs w:val="28"/>
              </w:rPr>
              <w:t>райдержадміністрації</w:t>
            </w:r>
          </w:p>
        </w:tc>
        <w:tc>
          <w:tcPr>
            <w:tcW w:w="1980" w:type="dxa"/>
          </w:tcPr>
          <w:p w:rsidR="0016771F" w:rsidRPr="00A21F1F" w:rsidRDefault="0016771F" w:rsidP="00AB367D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2828" w:type="dxa"/>
          </w:tcPr>
          <w:p w:rsidR="0016771F" w:rsidRDefault="0016771F" w:rsidP="00AB367D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16771F" w:rsidRDefault="0016771F" w:rsidP="00AB367D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16771F" w:rsidRPr="00645F4D" w:rsidRDefault="0016771F" w:rsidP="00AB367D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16771F" w:rsidRDefault="0016771F" w:rsidP="00AB367D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16771F" w:rsidRDefault="0016771F" w:rsidP="00AB367D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16771F" w:rsidRPr="00A21F1F" w:rsidRDefault="0016771F" w:rsidP="00AB367D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Мирослава Поляк</w:t>
            </w:r>
          </w:p>
        </w:tc>
      </w:tr>
      <w:tr w:rsidR="0016771F" w:rsidRPr="00A21F1F">
        <w:trPr>
          <w:trHeight w:val="3220"/>
        </w:trPr>
        <w:tc>
          <w:tcPr>
            <w:tcW w:w="4968" w:type="dxa"/>
          </w:tcPr>
          <w:p w:rsidR="0016771F" w:rsidRDefault="0016771F" w:rsidP="00AB367D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16771F" w:rsidRPr="00C14C99" w:rsidRDefault="0016771F" w:rsidP="00AB367D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16771F" w:rsidRPr="009C5611" w:rsidRDefault="0016771F" w:rsidP="00AB367D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відділу документообігу та контролю </w:t>
            </w:r>
            <w:r w:rsidRPr="00606486">
              <w:rPr>
                <w:sz w:val="28"/>
                <w:szCs w:val="28"/>
              </w:rPr>
              <w:t>апарату райдержадміністрації</w:t>
            </w:r>
          </w:p>
          <w:p w:rsidR="0016771F" w:rsidRDefault="0016771F" w:rsidP="00AB367D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16771F" w:rsidRDefault="0016771F" w:rsidP="00AB367D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16771F" w:rsidRDefault="0016771F" w:rsidP="00AB367D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управління регіонального розвитку райдержадміністрації</w:t>
            </w:r>
          </w:p>
          <w:p w:rsidR="0016771F" w:rsidRDefault="0016771F" w:rsidP="00AB367D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16771F" w:rsidRPr="003D0719" w:rsidRDefault="0016771F" w:rsidP="00AB367D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16771F" w:rsidRPr="00A21F1F" w:rsidRDefault="0016771F" w:rsidP="00AB367D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2828" w:type="dxa"/>
          </w:tcPr>
          <w:p w:rsidR="0016771F" w:rsidRDefault="0016771F" w:rsidP="00AB367D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16771F" w:rsidRDefault="0016771F" w:rsidP="00AB367D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16771F" w:rsidRDefault="0016771F" w:rsidP="00AB367D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16771F" w:rsidRDefault="0016771F" w:rsidP="00AB367D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16771F" w:rsidRPr="00C9517E" w:rsidRDefault="0016771F" w:rsidP="00AB367D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Олена Пархомчук</w:t>
            </w:r>
          </w:p>
          <w:p w:rsidR="0016771F" w:rsidRDefault="0016771F" w:rsidP="00AB367D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16771F" w:rsidRDefault="0016771F" w:rsidP="00AB367D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16771F" w:rsidRDefault="0016771F" w:rsidP="00AB367D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16771F" w:rsidRPr="00BF5684" w:rsidRDefault="0016771F" w:rsidP="00AB367D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Лариса Білинська</w:t>
            </w:r>
          </w:p>
        </w:tc>
      </w:tr>
      <w:tr w:rsidR="0016771F" w:rsidRPr="00A21F1F">
        <w:trPr>
          <w:trHeight w:val="372"/>
        </w:trPr>
        <w:tc>
          <w:tcPr>
            <w:tcW w:w="4968" w:type="dxa"/>
          </w:tcPr>
          <w:p w:rsidR="0016771F" w:rsidRPr="009C5611" w:rsidRDefault="0016771F" w:rsidP="00AB367D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 відділу інфраструктури, екології та житлово-комунального господарства управління регіонального розвитку райдержадміністрації</w:t>
            </w:r>
          </w:p>
        </w:tc>
        <w:tc>
          <w:tcPr>
            <w:tcW w:w="1980" w:type="dxa"/>
          </w:tcPr>
          <w:p w:rsidR="0016771F" w:rsidRPr="00A21F1F" w:rsidRDefault="0016771F" w:rsidP="00AB367D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2828" w:type="dxa"/>
          </w:tcPr>
          <w:p w:rsidR="0016771F" w:rsidRDefault="0016771F" w:rsidP="00AB367D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16771F" w:rsidRDefault="0016771F" w:rsidP="00AB367D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16771F" w:rsidRDefault="0016771F" w:rsidP="00AB367D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16771F" w:rsidRDefault="0016771F" w:rsidP="00AB367D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16771F" w:rsidRPr="001E6A70" w:rsidRDefault="0016771F" w:rsidP="00AB367D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Інна Боць</w:t>
            </w:r>
          </w:p>
        </w:tc>
      </w:tr>
    </w:tbl>
    <w:p w:rsidR="0016771F" w:rsidRDefault="0016771F"/>
    <w:sectPr w:rsidR="0016771F" w:rsidSect="00D97BFF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7A19"/>
    <w:rsid w:val="00007E36"/>
    <w:rsid w:val="000142D2"/>
    <w:rsid w:val="00090E29"/>
    <w:rsid w:val="000A357D"/>
    <w:rsid w:val="000C221C"/>
    <w:rsid w:val="000F1D88"/>
    <w:rsid w:val="001163B2"/>
    <w:rsid w:val="001352C0"/>
    <w:rsid w:val="001454B6"/>
    <w:rsid w:val="0016771F"/>
    <w:rsid w:val="001A74A7"/>
    <w:rsid w:val="001E6A70"/>
    <w:rsid w:val="001F3E81"/>
    <w:rsid w:val="00205CA4"/>
    <w:rsid w:val="00236707"/>
    <w:rsid w:val="00247682"/>
    <w:rsid w:val="00251C5F"/>
    <w:rsid w:val="00283794"/>
    <w:rsid w:val="002D7A87"/>
    <w:rsid w:val="003163FB"/>
    <w:rsid w:val="00375E78"/>
    <w:rsid w:val="00382BA4"/>
    <w:rsid w:val="003A37DA"/>
    <w:rsid w:val="003D0719"/>
    <w:rsid w:val="0040415B"/>
    <w:rsid w:val="00404389"/>
    <w:rsid w:val="0047023C"/>
    <w:rsid w:val="00472B51"/>
    <w:rsid w:val="004813EA"/>
    <w:rsid w:val="004B74CC"/>
    <w:rsid w:val="004E21CD"/>
    <w:rsid w:val="00527DA8"/>
    <w:rsid w:val="0055335B"/>
    <w:rsid w:val="0056354F"/>
    <w:rsid w:val="00581785"/>
    <w:rsid w:val="00590FA3"/>
    <w:rsid w:val="005B15EA"/>
    <w:rsid w:val="005C2D47"/>
    <w:rsid w:val="005E03D2"/>
    <w:rsid w:val="005E7ABA"/>
    <w:rsid w:val="00606486"/>
    <w:rsid w:val="006107CD"/>
    <w:rsid w:val="00613CBF"/>
    <w:rsid w:val="00626078"/>
    <w:rsid w:val="00645F4D"/>
    <w:rsid w:val="006861DF"/>
    <w:rsid w:val="00687A19"/>
    <w:rsid w:val="0069393F"/>
    <w:rsid w:val="006B065E"/>
    <w:rsid w:val="006B4940"/>
    <w:rsid w:val="006B502D"/>
    <w:rsid w:val="006E2AEE"/>
    <w:rsid w:val="006E7E25"/>
    <w:rsid w:val="006F4E1E"/>
    <w:rsid w:val="0079410C"/>
    <w:rsid w:val="007E255B"/>
    <w:rsid w:val="007E4A4A"/>
    <w:rsid w:val="00806985"/>
    <w:rsid w:val="00822E85"/>
    <w:rsid w:val="008361A3"/>
    <w:rsid w:val="00841361"/>
    <w:rsid w:val="0085117A"/>
    <w:rsid w:val="008E4580"/>
    <w:rsid w:val="00912CBE"/>
    <w:rsid w:val="0092771B"/>
    <w:rsid w:val="00990308"/>
    <w:rsid w:val="009A58C9"/>
    <w:rsid w:val="009B28DA"/>
    <w:rsid w:val="009C27C4"/>
    <w:rsid w:val="009C5611"/>
    <w:rsid w:val="00A21F1F"/>
    <w:rsid w:val="00AA70D9"/>
    <w:rsid w:val="00AB367D"/>
    <w:rsid w:val="00AF5277"/>
    <w:rsid w:val="00B06431"/>
    <w:rsid w:val="00B239FC"/>
    <w:rsid w:val="00B249F9"/>
    <w:rsid w:val="00B341CA"/>
    <w:rsid w:val="00B47739"/>
    <w:rsid w:val="00BB1C6E"/>
    <w:rsid w:val="00BD6848"/>
    <w:rsid w:val="00BF5684"/>
    <w:rsid w:val="00C0799F"/>
    <w:rsid w:val="00C12919"/>
    <w:rsid w:val="00C14C99"/>
    <w:rsid w:val="00C2652C"/>
    <w:rsid w:val="00C37329"/>
    <w:rsid w:val="00C707C5"/>
    <w:rsid w:val="00C7417F"/>
    <w:rsid w:val="00C802BE"/>
    <w:rsid w:val="00C9517E"/>
    <w:rsid w:val="00CA7152"/>
    <w:rsid w:val="00CD0AAF"/>
    <w:rsid w:val="00CD1513"/>
    <w:rsid w:val="00CE5A0F"/>
    <w:rsid w:val="00D34852"/>
    <w:rsid w:val="00D42D5F"/>
    <w:rsid w:val="00D5429A"/>
    <w:rsid w:val="00D56FD0"/>
    <w:rsid w:val="00D97BFF"/>
    <w:rsid w:val="00DC06D3"/>
    <w:rsid w:val="00DC0F0E"/>
    <w:rsid w:val="00E233EC"/>
    <w:rsid w:val="00E5353D"/>
    <w:rsid w:val="00EE0664"/>
    <w:rsid w:val="00EF3334"/>
    <w:rsid w:val="00F34B00"/>
    <w:rsid w:val="00FA1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A19"/>
    <w:rPr>
      <w:rFonts w:ascii="Times New Roman" w:hAnsi="Times New Roman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687A19"/>
    <w:pPr>
      <w:spacing w:before="100" w:beforeAutospacing="1" w:after="100" w:afterAutospacing="1"/>
    </w:pPr>
    <w:rPr>
      <w:lang w:eastAsia="uk-UA"/>
    </w:rPr>
  </w:style>
  <w:style w:type="character" w:styleId="Strong">
    <w:name w:val="Strong"/>
    <w:basedOn w:val="DefaultParagraphFont"/>
    <w:uiPriority w:val="99"/>
    <w:qFormat/>
    <w:rsid w:val="00687A19"/>
    <w:rPr>
      <w:b/>
      <w:bCs/>
    </w:rPr>
  </w:style>
  <w:style w:type="paragraph" w:customStyle="1" w:styleId="1">
    <w:name w:val="Знак Знак1 Знак Знак Знак Знак"/>
    <w:basedOn w:val="Normal"/>
    <w:uiPriority w:val="99"/>
    <w:rsid w:val="004E21CD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1 Знак Знак Знак Знак1"/>
    <w:basedOn w:val="Normal"/>
    <w:uiPriority w:val="99"/>
    <w:rsid w:val="001F3E81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216</TotalTime>
  <Pages>4</Pages>
  <Words>456</Words>
  <Characters>2604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Customer</cp:lastModifiedBy>
  <cp:revision>31</cp:revision>
  <dcterms:created xsi:type="dcterms:W3CDTF">2018-09-13T05:33:00Z</dcterms:created>
  <dcterms:modified xsi:type="dcterms:W3CDTF">2021-07-12T08:30:00Z</dcterms:modified>
</cp:coreProperties>
</file>