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DAA" w:rsidRDefault="00654DAA" w:rsidP="00B14EF1">
      <w:pPr>
        <w:tabs>
          <w:tab w:val="left" w:pos="58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54DAA" w:rsidRDefault="00654DAA" w:rsidP="00B14EF1">
      <w:pPr>
        <w:tabs>
          <w:tab w:val="left" w:pos="58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54DAA" w:rsidRDefault="00654DAA" w:rsidP="00B14EF1">
      <w:pPr>
        <w:tabs>
          <w:tab w:val="left" w:pos="58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54DAA" w:rsidRDefault="00654DAA" w:rsidP="00B14EF1">
      <w:pPr>
        <w:tabs>
          <w:tab w:val="left" w:pos="58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54DAA" w:rsidRDefault="00654DAA" w:rsidP="00B14EF1">
      <w:pPr>
        <w:tabs>
          <w:tab w:val="left" w:pos="58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54DAA" w:rsidRDefault="00654DAA" w:rsidP="00B14EF1">
      <w:pPr>
        <w:tabs>
          <w:tab w:val="left" w:pos="58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54DAA" w:rsidRDefault="00654DAA" w:rsidP="00B14EF1">
      <w:pPr>
        <w:tabs>
          <w:tab w:val="left" w:pos="58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01"/>
        <w:gridCol w:w="3302"/>
        <w:gridCol w:w="3302"/>
      </w:tblGrid>
      <w:tr w:rsidR="00654DAA" w:rsidRPr="00132E6D" w:rsidTr="00132E6D"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</w:tcPr>
          <w:p w:rsidR="00654DAA" w:rsidRPr="00132E6D" w:rsidRDefault="00654DAA" w:rsidP="00132E6D">
            <w:pPr>
              <w:tabs>
                <w:tab w:val="left" w:pos="5895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01 </w:t>
            </w:r>
            <w:r w:rsidRPr="00132E6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грудня 2020 року         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</w:tcPr>
          <w:p w:rsidR="00654DAA" w:rsidRPr="00132E6D" w:rsidRDefault="00654DAA" w:rsidP="00132E6D">
            <w:pPr>
              <w:tabs>
                <w:tab w:val="left" w:pos="5895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32E6D">
              <w:rPr>
                <w:rFonts w:ascii="Times New Roman" w:hAnsi="Times New Roman"/>
                <w:sz w:val="28"/>
                <w:szCs w:val="28"/>
                <w:lang w:val="uk-UA"/>
              </w:rPr>
              <w:t>м. Ковель</w:t>
            </w:r>
          </w:p>
        </w:tc>
        <w:tc>
          <w:tcPr>
            <w:tcW w:w="3302" w:type="dxa"/>
            <w:tcBorders>
              <w:top w:val="nil"/>
              <w:left w:val="nil"/>
              <w:bottom w:val="nil"/>
              <w:right w:val="nil"/>
            </w:tcBorders>
          </w:tcPr>
          <w:p w:rsidR="00654DAA" w:rsidRPr="00132E6D" w:rsidRDefault="00654DAA" w:rsidP="00132E6D">
            <w:pPr>
              <w:tabs>
                <w:tab w:val="left" w:pos="5895"/>
              </w:tabs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</w:t>
            </w:r>
            <w:r w:rsidRPr="00132E6D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199</w:t>
            </w:r>
          </w:p>
        </w:tc>
      </w:tr>
    </w:tbl>
    <w:p w:rsidR="00654DAA" w:rsidRDefault="00654DAA" w:rsidP="00632A43">
      <w:pPr>
        <w:tabs>
          <w:tab w:val="left" w:pos="5895"/>
        </w:tabs>
        <w:spacing w:after="0" w:line="360" w:lineRule="auto"/>
        <w:ind w:firstLine="1701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54DAA" w:rsidRDefault="00654DAA" w:rsidP="00E94116">
      <w:pPr>
        <w:tabs>
          <w:tab w:val="left" w:pos="5895"/>
        </w:tabs>
        <w:spacing w:after="0" w:line="240" w:lineRule="auto"/>
        <w:ind w:firstLine="170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скасування особливого карантинного режиму</w:t>
      </w:r>
    </w:p>
    <w:p w:rsidR="00654DAA" w:rsidRDefault="00654DAA" w:rsidP="00E94116">
      <w:pPr>
        <w:tabs>
          <w:tab w:val="left" w:pos="589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 золотистій картопляній нематоді</w:t>
      </w:r>
    </w:p>
    <w:p w:rsidR="00654DAA" w:rsidRDefault="00654DAA" w:rsidP="00117B0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DAA" w:rsidRDefault="00654DAA" w:rsidP="00FC0D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ст. ст. 6, 13 Закону України </w:t>
      </w:r>
      <w:r w:rsidRPr="00805109">
        <w:rPr>
          <w:rFonts w:ascii="Times New Roman" w:hAnsi="Times New Roman"/>
          <w:sz w:val="28"/>
          <w:szCs w:val="28"/>
          <w:lang w:val="uk-UA"/>
        </w:rPr>
        <w:t>«Про місцеві державні адміністрації»,</w:t>
      </w:r>
      <w:r>
        <w:rPr>
          <w:rFonts w:ascii="Times New Roman" w:hAnsi="Times New Roman"/>
          <w:sz w:val="28"/>
          <w:szCs w:val="28"/>
          <w:lang w:val="uk-UA"/>
        </w:rPr>
        <w:t xml:space="preserve"> ст. 33 Закону України «Про карантин рослин», враховуючи подання головного державного </w:t>
      </w:r>
      <w:r w:rsidRPr="00650FC2">
        <w:rPr>
          <w:rFonts w:ascii="Times New Roman" w:hAnsi="Times New Roman"/>
          <w:sz w:val="28"/>
          <w:szCs w:val="28"/>
          <w:lang w:val="uk-UA"/>
        </w:rPr>
        <w:t>фітосан</w:t>
      </w:r>
      <w:r>
        <w:rPr>
          <w:rFonts w:ascii="Times New Roman" w:hAnsi="Times New Roman"/>
          <w:sz w:val="28"/>
          <w:szCs w:val="28"/>
          <w:lang w:val="uk-UA"/>
        </w:rPr>
        <w:t xml:space="preserve">ітарного інспектора – </w:t>
      </w:r>
      <w:r w:rsidRPr="00650FC2">
        <w:rPr>
          <w:rFonts w:ascii="Times New Roman" w:hAnsi="Times New Roman"/>
          <w:sz w:val="28"/>
          <w:szCs w:val="28"/>
          <w:lang w:val="uk-UA"/>
        </w:rPr>
        <w:t>началь</w:t>
      </w:r>
      <w:r>
        <w:rPr>
          <w:rFonts w:ascii="Times New Roman" w:hAnsi="Times New Roman"/>
          <w:sz w:val="28"/>
          <w:szCs w:val="28"/>
          <w:lang w:val="uk-UA"/>
        </w:rPr>
        <w:t xml:space="preserve">ника управління фітосанітарної </w:t>
      </w:r>
      <w:r w:rsidRPr="00650FC2">
        <w:rPr>
          <w:rFonts w:ascii="Times New Roman" w:hAnsi="Times New Roman"/>
          <w:sz w:val="28"/>
          <w:szCs w:val="28"/>
          <w:lang w:val="uk-UA"/>
        </w:rPr>
        <w:t>безпеки у Волинській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та у зв’язку із встановленням відсутності золотистої картопляної нематоди:</w:t>
      </w:r>
    </w:p>
    <w:p w:rsidR="00654DAA" w:rsidRDefault="00654DAA" w:rsidP="00FC0D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DAA" w:rsidRDefault="00654DAA" w:rsidP="00B14E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1. </w:t>
      </w:r>
      <w:r w:rsidRPr="00D7640B">
        <w:rPr>
          <w:rFonts w:ascii="Times New Roman" w:hAnsi="Times New Roman"/>
          <w:sz w:val="28"/>
          <w:szCs w:val="28"/>
          <w:lang w:val="uk-UA"/>
        </w:rPr>
        <w:t xml:space="preserve">Скасувати </w:t>
      </w:r>
      <w:r w:rsidRPr="00817F26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>01 грудня 2020</w:t>
      </w:r>
      <w:r w:rsidRPr="00D7640B">
        <w:rPr>
          <w:rFonts w:ascii="Times New Roman" w:hAnsi="Times New Roman"/>
          <w:sz w:val="28"/>
          <w:szCs w:val="28"/>
          <w:lang w:val="uk-UA"/>
        </w:rPr>
        <w:t xml:space="preserve"> року карантинний режим по кар</w:t>
      </w:r>
      <w:r>
        <w:rPr>
          <w:rFonts w:ascii="Times New Roman" w:hAnsi="Times New Roman"/>
          <w:sz w:val="28"/>
          <w:szCs w:val="28"/>
          <w:lang w:val="uk-UA"/>
        </w:rPr>
        <w:t>антинному організму – золотиста картопляна нематода, запроваджений</w:t>
      </w:r>
      <w:r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 xml:space="preserve"> р</w:t>
      </w:r>
      <w:r w:rsidRPr="00C5434A"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>ішення</w:t>
      </w:r>
      <w:r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>м Ковельської районної Р</w:t>
      </w:r>
      <w:r w:rsidRPr="00C5434A"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>а</w:t>
      </w:r>
      <w:r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>ди народних депутатів від 27 жовтня 1988 року</w:t>
      </w:r>
      <w:r w:rsidRPr="00C5434A"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 xml:space="preserve"> № 160 «Про накладання карантину в зв’язку із захворюванням картопляної нематоди</w:t>
      </w:r>
      <w:r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 xml:space="preserve"> на території району» та р</w:t>
      </w:r>
      <w:r w:rsidRPr="00C5434A"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>ішення</w:t>
      </w:r>
      <w:r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>м</w:t>
      </w:r>
      <w:r w:rsidRPr="00C5434A"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 xml:space="preserve"> Ковельської районної Ра</w:t>
      </w:r>
      <w:r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 xml:space="preserve">ди народних депутатів від 28 березня </w:t>
      </w:r>
      <w:r w:rsidRPr="00C5434A"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>1991</w:t>
      </w:r>
      <w:r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 xml:space="preserve"> року</w:t>
      </w:r>
      <w:r w:rsidRPr="00C5434A"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 xml:space="preserve"> № 40 «Про накладання карантину в зв’язку із захворюванням картопляної </w:t>
      </w:r>
      <w:r>
        <w:rPr>
          <w:rFonts w:ascii="Liberation Serif" w:hAnsi="Liberation Serif" w:cs="Mangal"/>
          <w:kern w:val="1"/>
          <w:sz w:val="28"/>
          <w:szCs w:val="28"/>
          <w:lang w:val="uk-UA" w:eastAsia="zh-CN" w:bidi="hi-IN"/>
        </w:rPr>
        <w:t xml:space="preserve">нематоди на території району», </w:t>
      </w:r>
      <w:r>
        <w:rPr>
          <w:rFonts w:ascii="Times New Roman" w:hAnsi="Times New Roman"/>
          <w:sz w:val="28"/>
          <w:szCs w:val="28"/>
          <w:lang w:val="uk-UA" w:eastAsia="ru-RU"/>
        </w:rPr>
        <w:t>на 500 (п’ятистах)</w:t>
      </w:r>
      <w:r w:rsidRPr="00935656">
        <w:rPr>
          <w:rFonts w:ascii="Times New Roman" w:hAnsi="Times New Roman"/>
          <w:sz w:val="28"/>
          <w:szCs w:val="28"/>
          <w:lang w:val="uk-UA" w:eastAsia="ru-RU"/>
        </w:rPr>
        <w:t xml:space="preserve"> присадибних ділянках загальною площею </w:t>
      </w:r>
      <w:smartTag w:uri="urn:schemas-microsoft-com:office:smarttags" w:element="metricconverter">
        <w:smartTagPr>
          <w:attr w:name="ProductID" w:val="143,8 га"/>
        </w:smartTagPr>
        <w:r>
          <w:rPr>
            <w:rFonts w:ascii="Times New Roman" w:hAnsi="Times New Roman"/>
            <w:sz w:val="28"/>
            <w:szCs w:val="28"/>
            <w:lang w:val="uk-UA" w:eastAsia="ru-RU"/>
          </w:rPr>
          <w:t>143,8</w:t>
        </w:r>
        <w:bookmarkStart w:id="0" w:name="_GoBack"/>
        <w:bookmarkEnd w:id="0"/>
        <w:r w:rsidRPr="00935656">
          <w:rPr>
            <w:rFonts w:ascii="Times New Roman" w:hAnsi="Times New Roman"/>
            <w:sz w:val="28"/>
            <w:szCs w:val="28"/>
            <w:lang w:val="uk-UA" w:eastAsia="ru-RU"/>
          </w:rPr>
          <w:t xml:space="preserve"> га</w:t>
        </w:r>
      </w:smartTag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згідно додатку.</w:t>
      </w:r>
    </w:p>
    <w:p w:rsidR="00654DAA" w:rsidRDefault="00654DAA" w:rsidP="00B14E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DAA" w:rsidRDefault="00654DAA" w:rsidP="00B14E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2. Сектору організаційної та інформаційної діяльності апарату райдержадміністрації (Світлана Очеретяна) забезпечити оприлюднення даного розпорядження відповідно до ст. 33 Закону України «Про карантин рослин».</w:t>
      </w:r>
    </w:p>
    <w:p w:rsidR="00654DAA" w:rsidRDefault="00654DAA" w:rsidP="00B14E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DAA" w:rsidRPr="00C04F05" w:rsidRDefault="00654DAA" w:rsidP="00C04F0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3. Контроль за виконанням цього розпорядження залишаю за собою.</w:t>
      </w:r>
    </w:p>
    <w:p w:rsidR="00654DAA" w:rsidRDefault="00654DAA" w:rsidP="00632A4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DAA" w:rsidRDefault="00654DAA" w:rsidP="00632A4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голови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Роман КУЛЬЦМАН</w:t>
      </w:r>
    </w:p>
    <w:p w:rsidR="00654DAA" w:rsidRDefault="00654DAA" w:rsidP="00632A4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54DAA" w:rsidRDefault="00654DAA" w:rsidP="00632A4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Володимир Мельник 53 247</w:t>
      </w:r>
    </w:p>
    <w:p w:rsidR="00654DAA" w:rsidRDefault="00654DAA" w:rsidP="00B80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654DAA" w:rsidRDefault="00654DAA" w:rsidP="00B80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DAA" w:rsidRDefault="00654DAA" w:rsidP="00B80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B80555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654DAA" w:rsidRDefault="00654DAA" w:rsidP="00B80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до розпорядження голови</w:t>
      </w:r>
    </w:p>
    <w:p w:rsidR="00654DAA" w:rsidRDefault="00654DAA" w:rsidP="00B80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райдержадміністрації</w:t>
      </w:r>
    </w:p>
    <w:p w:rsidR="00654DAA" w:rsidRDefault="00654DAA" w:rsidP="00B80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01.12.2020 № 199</w:t>
      </w:r>
    </w:p>
    <w:p w:rsidR="00654DAA" w:rsidRDefault="00654DAA" w:rsidP="00B80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DAA" w:rsidRPr="00BE5C23" w:rsidRDefault="00654DAA" w:rsidP="00BE5C2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BE5C23">
        <w:rPr>
          <w:rFonts w:ascii="Times New Roman" w:hAnsi="Times New Roman"/>
          <w:sz w:val="28"/>
          <w:szCs w:val="28"/>
          <w:lang w:val="uk-UA"/>
        </w:rPr>
        <w:t>В результаті візуального обстеження та висновків фітосанітарної експертизи гельмінтологічних регульованих, а саме,золотистої картопляної нематоди, не виявлено у представлених зразках згідно даних таблиці</w:t>
      </w:r>
    </w:p>
    <w:tbl>
      <w:tblPr>
        <w:tblW w:w="9900" w:type="dxa"/>
        <w:tblInd w:w="108" w:type="dxa"/>
        <w:tblLayout w:type="fixed"/>
        <w:tblLook w:val="0000"/>
      </w:tblPr>
      <w:tblGrid>
        <w:gridCol w:w="600"/>
        <w:gridCol w:w="2640"/>
        <w:gridCol w:w="1620"/>
        <w:gridCol w:w="1260"/>
        <w:gridCol w:w="3780"/>
      </w:tblGrid>
      <w:tr w:rsidR="00654DAA" w:rsidRPr="00132E6D" w:rsidTr="00211434">
        <w:trPr>
          <w:trHeight w:val="8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4DAA" w:rsidRPr="00211434" w:rsidRDefault="00654DAA" w:rsidP="00B14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  <w:p w:rsidR="00654DAA" w:rsidRPr="00211434" w:rsidRDefault="00654DAA" w:rsidP="00B14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з</w:t>
            </w:r>
            <w:r w:rsidRPr="0021143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54DAA" w:rsidRPr="00211434" w:rsidRDefault="00654DAA" w:rsidP="002114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Населений</w:t>
            </w:r>
            <w:r w:rsidRPr="0021143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пункт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4DAA" w:rsidRPr="00211434" w:rsidRDefault="00654DAA" w:rsidP="00B14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Кількість</w:t>
            </w:r>
          </w:p>
          <w:p w:rsidR="00654DAA" w:rsidRPr="00211434" w:rsidRDefault="00654DAA" w:rsidP="00B14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присадибних</w:t>
            </w:r>
          </w:p>
          <w:p w:rsidR="00654DAA" w:rsidRPr="00211434" w:rsidRDefault="00654DAA" w:rsidP="00B14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ділянок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4DAA" w:rsidRPr="00211434" w:rsidRDefault="00654DAA" w:rsidP="00B14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Площа,</w:t>
            </w:r>
          </w:p>
          <w:p w:rsidR="00654DAA" w:rsidRPr="00211434" w:rsidRDefault="00654DAA" w:rsidP="00B14E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4DAA" w:rsidRPr="00211434" w:rsidRDefault="00654DAA" w:rsidP="0021143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Висновок ФСЕ</w:t>
            </w:r>
          </w:p>
        </w:tc>
      </w:tr>
      <w:tr w:rsidR="00654DAA" w:rsidRPr="00E12377" w:rsidTr="00F34FE6">
        <w:trPr>
          <w:trHeight w:val="36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Любитів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03/011062-В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від 20.11.2020р.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42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с. Рокитниця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1,85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03/011068-В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42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с. Облапи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31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10,26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03/011063-В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42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Пісочне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0,95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03/011064-В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7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Вівчицьк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3,86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03/011067-В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2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Калиновник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3,04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03/011065-В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7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Мощена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3,93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03/011061-В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20.11.2020р.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5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Білашів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1,13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03/011117-В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26.11.2020р.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Іванівка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03/011060-В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20.11.2020р.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18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Стеблі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7,00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03/011066-В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Скулин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4,09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03/011059-В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7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Майдан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0,45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03/011098-В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17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Солотвин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0,35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03/011098-В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1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Діброва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0,76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03/011100-В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3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Поповичі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4,40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03/011101-В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5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Велицьк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2,13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03/011102-В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Кухарі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1,23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03/011103-В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18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Луківка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3,65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03/011104-В 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1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Грив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’</w:t>
            </w: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ятки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1,85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03/011105-В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24.11.2020р.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1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Козлиничі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7,33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03/011107-В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2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Уховецьк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1,96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03/011111-В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27.11.2020р.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5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Дроздні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2,92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03/011108-В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26.11.2020р.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Лапні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0,15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03/011116-В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27.11.2020р.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Воля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2,10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03/011120-В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20.11.2020р.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6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Черемошне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03/011115-В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27.11.2020р.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42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Доротище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4,85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03/011110-В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24.11.2020р.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42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Красноволя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0,44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03/011113-В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27.11.2020р.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42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Гішин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1,10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03/011112-В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26.11.2020р.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7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Городище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0,30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03/011109-В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27.11.2020р.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2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14EF1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14EF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с.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Грушівка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14EF1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B14EF1">
              <w:rPr>
                <w:rFonts w:ascii="Times New Roman" w:hAnsi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14EF1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B14EF1">
              <w:rPr>
                <w:rFonts w:ascii="Times New Roman" w:hAnsi="Times New Roman"/>
                <w:sz w:val="28"/>
                <w:szCs w:val="28"/>
                <w:lang w:val="ru-RU" w:eastAsia="ru-RU"/>
              </w:rPr>
              <w:t>0,95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03/011114-В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27.11.2020р.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7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B14EF1">
              <w:rPr>
                <w:rFonts w:ascii="Times New Roman" w:hAnsi="Times New Roman"/>
                <w:sz w:val="28"/>
                <w:szCs w:val="28"/>
                <w:lang w:val="ru-RU" w:eastAsia="ru-RU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14EF1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B14EF1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с. Байківці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14EF1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B14EF1">
              <w:rPr>
                <w:rFonts w:ascii="Times New Roman" w:hAnsi="Times New Roman"/>
                <w:sz w:val="28"/>
                <w:szCs w:val="28"/>
                <w:lang w:val="ru-RU" w:eastAsia="ru-RU"/>
              </w:rPr>
              <w:t>17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14EF1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B14EF1">
              <w:rPr>
                <w:rFonts w:ascii="Times New Roman" w:hAnsi="Times New Roman"/>
                <w:sz w:val="28"/>
                <w:szCs w:val="28"/>
                <w:lang w:val="ru-RU" w:eastAsia="ru-RU"/>
              </w:rPr>
              <w:t>4,45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03/011205-В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27.11.2020р.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5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Погиньки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3,23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03/011197-В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26.11.2020р.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4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ВеликийПорськ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1,41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03/011119-В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27.11.2020р.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18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Білин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1,66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03/011198-В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26.11.2020р.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7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Сільце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2,95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03/011193-В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26.11.2020р.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17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Арсеновичі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2,90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03/011196-В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26.11.2020р.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1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Угли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2,10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03/011199-В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26.11.2020р.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37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Радошин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3,25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03/011187-В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25.11.2020р.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5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Битень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03/011186-В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24.11.2020р.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Мар’янівка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03/011189-В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25.11.2020р.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18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 СтарийМос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и</w:t>
            </w: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5,75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03/0111188-В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25.11.2020р.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705"/>
        </w:trPr>
        <w:tc>
          <w:tcPr>
            <w:tcW w:w="6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Партизанське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3,32</w:t>
            </w:r>
          </w:p>
        </w:tc>
        <w:tc>
          <w:tcPr>
            <w:tcW w:w="3780" w:type="dxa"/>
            <w:tcBorders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03/011191-В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25.11.2020р.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1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с. НовийМос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и</w:t>
            </w: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1,14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03/011192-В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27.11.2020р.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2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Поворськ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5,28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03/011190-В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27.11.2020р.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5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Заячівка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1,07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03/011201-В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26.11.2020р.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СтаріКошари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053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03/011203-В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26.11.2020р.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НовіКошари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1,26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03/011194-В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26.11.2020р.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5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48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Кругель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0,35</w:t>
            </w:r>
          </w:p>
        </w:tc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03/011200-В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27.11.2020р.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Борщівка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1,46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03/011183-В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24.11.2020р.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18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Свидники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03/011182-В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24.11.2020р.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1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14EF1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51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Дарівка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4,13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03/011184-В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24.11.2020р.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2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14EF1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Мельниця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4,85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03/011185-В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24.11.2020р.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5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14EF1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Кривлин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2,95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03/011180-В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24.11.2020р.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14EF1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Мирин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3,00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03/011178-В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25.11.2020р.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3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14EF1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E5C23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Рудка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Миринська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4,15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03/011179-В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25.11.2020р.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E12377" w:rsidTr="00F34FE6">
        <w:trPr>
          <w:trHeight w:val="25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B14EF1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с. Шкурат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eastAsia="ru-RU"/>
              </w:rPr>
              <w:t>1,71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ФЛ 03/011106-В </w:t>
            </w:r>
          </w:p>
          <w:p w:rsidR="00654DAA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від 23.11.2020р. </w:t>
            </w:r>
          </w:p>
          <w:p w:rsidR="00654DAA" w:rsidRPr="00211434" w:rsidRDefault="00654DAA" w:rsidP="00211434">
            <w:pPr>
              <w:autoSpaceDE w:val="0"/>
              <w:autoSpaceDN w:val="0"/>
              <w:adjustRightInd w:val="0"/>
              <w:spacing w:after="0"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211434">
              <w:rPr>
                <w:rFonts w:ascii="Times New Roman" w:hAnsi="Times New Roman"/>
                <w:sz w:val="28"/>
                <w:szCs w:val="28"/>
                <w:lang w:val="ru-RU" w:eastAsia="ru-RU"/>
              </w:rPr>
              <w:t>РШО не виявлено</w:t>
            </w:r>
          </w:p>
        </w:tc>
      </w:tr>
      <w:tr w:rsidR="00654DAA" w:rsidRPr="00132E6D" w:rsidTr="00F34FE6">
        <w:trPr>
          <w:trHeight w:val="25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1143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E110E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4DAA" w:rsidRPr="00211434" w:rsidRDefault="00654DAA" w:rsidP="00F34FE6">
            <w:pPr>
              <w:autoSpaceDE w:val="0"/>
              <w:autoSpaceDN w:val="0"/>
              <w:adjustRightInd w:val="0"/>
              <w:spacing w:line="259" w:lineRule="atLeas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654DAA" w:rsidRDefault="00654DAA" w:rsidP="00B80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4DAA" w:rsidRPr="00B80555" w:rsidRDefault="00654DAA" w:rsidP="00BE5C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</w:t>
      </w:r>
    </w:p>
    <w:sectPr w:rsidR="00654DAA" w:rsidRPr="00B80555" w:rsidSect="00654F19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4550D"/>
    <w:multiLevelType w:val="hybridMultilevel"/>
    <w:tmpl w:val="BEB225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082649"/>
    <w:multiLevelType w:val="hybridMultilevel"/>
    <w:tmpl w:val="CA546C32"/>
    <w:lvl w:ilvl="0" w:tplc="75025BD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1477"/>
    <w:rsid w:val="000564CB"/>
    <w:rsid w:val="00117B07"/>
    <w:rsid w:val="00132E6D"/>
    <w:rsid w:val="00155942"/>
    <w:rsid w:val="001A650F"/>
    <w:rsid w:val="0020145E"/>
    <w:rsid w:val="00211434"/>
    <w:rsid w:val="00235212"/>
    <w:rsid w:val="0027288D"/>
    <w:rsid w:val="002C0C89"/>
    <w:rsid w:val="003A45D1"/>
    <w:rsid w:val="003D33FB"/>
    <w:rsid w:val="00490720"/>
    <w:rsid w:val="004E5017"/>
    <w:rsid w:val="004F5E23"/>
    <w:rsid w:val="00525343"/>
    <w:rsid w:val="005308D0"/>
    <w:rsid w:val="00557641"/>
    <w:rsid w:val="005A1FAE"/>
    <w:rsid w:val="00632A43"/>
    <w:rsid w:val="00634CEC"/>
    <w:rsid w:val="00650FC2"/>
    <w:rsid w:val="00654DAA"/>
    <w:rsid w:val="00654F19"/>
    <w:rsid w:val="006C0433"/>
    <w:rsid w:val="00705E25"/>
    <w:rsid w:val="00787839"/>
    <w:rsid w:val="007B253E"/>
    <w:rsid w:val="007E0F35"/>
    <w:rsid w:val="00805109"/>
    <w:rsid w:val="00817F26"/>
    <w:rsid w:val="00862EB2"/>
    <w:rsid w:val="00885E5B"/>
    <w:rsid w:val="00887D4D"/>
    <w:rsid w:val="00900FBF"/>
    <w:rsid w:val="00906A5B"/>
    <w:rsid w:val="00935656"/>
    <w:rsid w:val="009374A1"/>
    <w:rsid w:val="009E70E8"/>
    <w:rsid w:val="009F7984"/>
    <w:rsid w:val="00A552FD"/>
    <w:rsid w:val="00AF54AC"/>
    <w:rsid w:val="00B14EF1"/>
    <w:rsid w:val="00B1540B"/>
    <w:rsid w:val="00B44D0A"/>
    <w:rsid w:val="00B80555"/>
    <w:rsid w:val="00BC69B5"/>
    <w:rsid w:val="00BE5C23"/>
    <w:rsid w:val="00C04F05"/>
    <w:rsid w:val="00C10865"/>
    <w:rsid w:val="00C23FDE"/>
    <w:rsid w:val="00C5434A"/>
    <w:rsid w:val="00D6578E"/>
    <w:rsid w:val="00D702C7"/>
    <w:rsid w:val="00D7640B"/>
    <w:rsid w:val="00DB75C4"/>
    <w:rsid w:val="00E110E4"/>
    <w:rsid w:val="00E12377"/>
    <w:rsid w:val="00E568D4"/>
    <w:rsid w:val="00E84C69"/>
    <w:rsid w:val="00E94116"/>
    <w:rsid w:val="00EB5DB1"/>
    <w:rsid w:val="00EB5EE3"/>
    <w:rsid w:val="00F221D3"/>
    <w:rsid w:val="00F34FE6"/>
    <w:rsid w:val="00F51477"/>
    <w:rsid w:val="00FC0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FAE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640B"/>
    <w:pPr>
      <w:ind w:left="720"/>
      <w:contextualSpacing/>
    </w:pPr>
  </w:style>
  <w:style w:type="table" w:styleId="TableGrid">
    <w:name w:val="Table Grid"/>
    <w:basedOn w:val="TableNormal"/>
    <w:uiPriority w:val="99"/>
    <w:rsid w:val="0055764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C0C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578E"/>
    <w:rPr>
      <w:rFonts w:ascii="Times New Roman" w:hAnsi="Times New Roman" w:cs="Times New Roman"/>
      <w:sz w:val="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43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6</Pages>
  <Words>907</Words>
  <Characters>5175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2999170101090</dc:creator>
  <cp:keywords/>
  <dc:description/>
  <cp:lastModifiedBy>Admin</cp:lastModifiedBy>
  <cp:revision>14</cp:revision>
  <cp:lastPrinted>2020-12-02T13:46:00Z</cp:lastPrinted>
  <dcterms:created xsi:type="dcterms:W3CDTF">2020-12-02T10:19:00Z</dcterms:created>
  <dcterms:modified xsi:type="dcterms:W3CDTF">2020-12-02T13:59:00Z</dcterms:modified>
</cp:coreProperties>
</file>