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85C" w:rsidRDefault="0093585C" w:rsidP="00AD4392">
      <w:pPr>
        <w:rPr>
          <w:sz w:val="28"/>
          <w:szCs w:val="28"/>
          <w:lang w:val="uk-UA"/>
        </w:rPr>
      </w:pPr>
    </w:p>
    <w:p w:rsidR="0093585C" w:rsidRDefault="0093585C" w:rsidP="00AD4392">
      <w:pPr>
        <w:rPr>
          <w:sz w:val="28"/>
          <w:szCs w:val="28"/>
          <w:lang w:val="uk-UA"/>
        </w:rPr>
      </w:pPr>
    </w:p>
    <w:p w:rsidR="0093585C" w:rsidRDefault="0093585C" w:rsidP="00AD4392">
      <w:pPr>
        <w:rPr>
          <w:sz w:val="28"/>
          <w:szCs w:val="28"/>
          <w:lang w:val="uk-UA"/>
        </w:rPr>
      </w:pPr>
    </w:p>
    <w:p w:rsidR="0093585C" w:rsidRDefault="0093585C" w:rsidP="00AD4392">
      <w:pPr>
        <w:rPr>
          <w:sz w:val="28"/>
          <w:szCs w:val="28"/>
          <w:lang w:val="uk-UA"/>
        </w:rPr>
      </w:pPr>
    </w:p>
    <w:p w:rsidR="0093585C" w:rsidRDefault="0093585C" w:rsidP="00AD4392">
      <w:pPr>
        <w:rPr>
          <w:sz w:val="28"/>
          <w:szCs w:val="28"/>
          <w:lang w:val="uk-UA"/>
        </w:rPr>
      </w:pPr>
    </w:p>
    <w:p w:rsidR="0093585C" w:rsidRDefault="0093585C" w:rsidP="00AD4392">
      <w:pPr>
        <w:rPr>
          <w:sz w:val="28"/>
          <w:szCs w:val="28"/>
          <w:lang w:val="uk-UA"/>
        </w:rPr>
      </w:pPr>
    </w:p>
    <w:p w:rsidR="0093585C" w:rsidRDefault="0093585C" w:rsidP="00AD4392">
      <w:pPr>
        <w:rPr>
          <w:sz w:val="28"/>
          <w:szCs w:val="28"/>
          <w:lang w:val="uk-UA"/>
        </w:rPr>
      </w:pPr>
    </w:p>
    <w:p w:rsidR="0093585C" w:rsidRDefault="0093585C" w:rsidP="00AD4392">
      <w:pPr>
        <w:rPr>
          <w:sz w:val="28"/>
          <w:szCs w:val="28"/>
          <w:lang w:val="uk-UA"/>
        </w:rPr>
      </w:pPr>
    </w:p>
    <w:p w:rsidR="0093585C" w:rsidRDefault="0093585C" w:rsidP="00AD4392">
      <w:pPr>
        <w:rPr>
          <w:sz w:val="28"/>
          <w:szCs w:val="28"/>
          <w:lang w:val="uk-UA"/>
        </w:rPr>
      </w:pPr>
    </w:p>
    <w:p w:rsidR="0093585C" w:rsidRDefault="0093585C" w:rsidP="00AD4392">
      <w:pPr>
        <w:rPr>
          <w:sz w:val="28"/>
          <w:szCs w:val="28"/>
          <w:lang w:val="uk-UA"/>
        </w:rPr>
      </w:pPr>
      <w:bookmarkStart w:id="0" w:name="_GoBack"/>
      <w:bookmarkEnd w:id="0"/>
    </w:p>
    <w:p w:rsidR="0093585C" w:rsidRPr="00E464AB" w:rsidRDefault="0093585C" w:rsidP="00AD43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 березня 2020</w:t>
      </w:r>
      <w:r w:rsidRPr="00CC6D20">
        <w:rPr>
          <w:sz w:val="28"/>
          <w:szCs w:val="28"/>
          <w:lang w:val="uk-UA"/>
        </w:rPr>
        <w:t xml:space="preserve"> року</w:t>
      </w:r>
      <w:r w:rsidRPr="00CC6D20">
        <w:rPr>
          <w:sz w:val="28"/>
          <w:szCs w:val="28"/>
          <w:lang w:val="uk-UA"/>
        </w:rPr>
        <w:tab/>
      </w:r>
      <w:r w:rsidRPr="00CC6D2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Pr="00CC6D20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Ковель</w:t>
      </w:r>
      <w:r w:rsidRPr="00CC6D20">
        <w:rPr>
          <w:sz w:val="28"/>
          <w:szCs w:val="28"/>
          <w:lang w:val="uk-UA"/>
        </w:rPr>
        <w:tab/>
      </w:r>
      <w:r w:rsidRPr="00CC6D20">
        <w:rPr>
          <w:sz w:val="28"/>
          <w:szCs w:val="28"/>
          <w:lang w:val="uk-UA"/>
        </w:rPr>
        <w:tab/>
      </w:r>
      <w:r w:rsidRPr="00CC6D2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</w:t>
      </w:r>
      <w:r w:rsidRPr="00CC6D2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55</w:t>
      </w:r>
    </w:p>
    <w:p w:rsidR="0093585C" w:rsidRDefault="0093585C" w:rsidP="00AD4392">
      <w:pPr>
        <w:rPr>
          <w:sz w:val="28"/>
          <w:szCs w:val="28"/>
          <w:lang w:val="uk-UA"/>
        </w:rPr>
      </w:pPr>
    </w:p>
    <w:p w:rsidR="0093585C" w:rsidRDefault="0093585C" w:rsidP="00AD439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</w:t>
      </w:r>
    </w:p>
    <w:p w:rsidR="0093585C" w:rsidRDefault="0093585C" w:rsidP="00AD439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паспорту бюджетної програми на 2020 рік</w:t>
      </w:r>
    </w:p>
    <w:p w:rsidR="0093585C" w:rsidRDefault="0093585C" w:rsidP="00AD4392">
      <w:pPr>
        <w:jc w:val="center"/>
        <w:rPr>
          <w:sz w:val="28"/>
          <w:szCs w:val="28"/>
          <w:lang w:val="uk-UA"/>
        </w:rPr>
      </w:pPr>
    </w:p>
    <w:p w:rsidR="0093585C" w:rsidRDefault="0093585C" w:rsidP="00AD43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ст. ст. 20, 22 Бюджетного Кодексу України, ст. ст. 6, 39, 41 Закону України «Про місцеві державні адміністрації», </w:t>
      </w:r>
      <w:r w:rsidRPr="00C741F1">
        <w:rPr>
          <w:sz w:val="28"/>
          <w:szCs w:val="28"/>
          <w:lang w:val="uk-UA"/>
        </w:rPr>
        <w:t>наказу Міністерства фінансів</w:t>
      </w:r>
      <w:r>
        <w:rPr>
          <w:sz w:val="28"/>
          <w:szCs w:val="28"/>
          <w:lang w:val="uk-UA"/>
        </w:rPr>
        <w:t xml:space="preserve"> України від 26 серпня 2014 року № 836 «</w:t>
      </w:r>
      <w:r w:rsidRPr="008C0890">
        <w:rPr>
          <w:sz w:val="28"/>
          <w:szCs w:val="28"/>
          <w:lang w:val="uk-UA"/>
        </w:rPr>
        <w:t>Про деякі питання запровадження програмно-цільового методу складання та виконання місцевих бюджетів</w:t>
      </w:r>
      <w:r>
        <w:rPr>
          <w:sz w:val="28"/>
          <w:szCs w:val="28"/>
          <w:lang w:val="uk-UA"/>
        </w:rPr>
        <w:t xml:space="preserve">», зареєстрованого в Міністерстві юстиції України 10 вересня 2014 року за № 1103/25880, рішень Ковельської районної ради від 20 грудня 2019 року № 30/19 </w:t>
      </w:r>
      <w:r w:rsidRPr="00EB0F9E">
        <w:rPr>
          <w:sz w:val="28"/>
          <w:szCs w:val="28"/>
          <w:lang w:val="uk-UA"/>
        </w:rPr>
        <w:t>«П</w:t>
      </w:r>
      <w:r>
        <w:rPr>
          <w:sz w:val="28"/>
          <w:szCs w:val="28"/>
          <w:lang w:val="uk-UA"/>
        </w:rPr>
        <w:t>ро районний бюджет на 2020</w:t>
      </w:r>
      <w:r w:rsidRPr="00EB0F9E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>», від 28 лютого 2020 року № 31/16 «</w:t>
      </w:r>
      <w:r w:rsidRPr="00E874A1">
        <w:rPr>
          <w:sz w:val="28"/>
          <w:szCs w:val="28"/>
          <w:lang w:val="uk-UA"/>
        </w:rPr>
        <w:t>Про внесення змін до рішення районної ради від 20 грудня 2019 року № 30/19 «Про районний бюджет на 2020 рік»</w:t>
      </w:r>
      <w:r>
        <w:rPr>
          <w:sz w:val="28"/>
          <w:szCs w:val="28"/>
          <w:lang w:val="uk-UA"/>
        </w:rPr>
        <w:t>» :</w:t>
      </w:r>
    </w:p>
    <w:p w:rsidR="0093585C" w:rsidRDefault="0093585C" w:rsidP="00AD43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Внести зміни до паспорту бюджетної програми районного бюджету на 2020 рік за КПКВК 0213112 «Заходи державної політики з питань дітей та їх соціального захисту», затвердженого розпорядженням голови райдержадміністрації від 17.01.2020 року № 19 (із змінами), виклавши його у новій редакції, що додається.</w:t>
      </w:r>
    </w:p>
    <w:p w:rsidR="0093585C" w:rsidRDefault="0093585C" w:rsidP="00AD43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3585C" w:rsidRDefault="0093585C" w:rsidP="00AD4392">
      <w:pPr>
        <w:jc w:val="both"/>
        <w:rPr>
          <w:sz w:val="28"/>
          <w:szCs w:val="28"/>
          <w:lang w:val="uk-UA"/>
        </w:rPr>
      </w:pPr>
    </w:p>
    <w:p w:rsidR="0093585C" w:rsidRDefault="0093585C" w:rsidP="00AD4392">
      <w:pPr>
        <w:jc w:val="both"/>
        <w:rPr>
          <w:sz w:val="28"/>
          <w:szCs w:val="28"/>
          <w:lang w:val="uk-UA"/>
        </w:rPr>
      </w:pPr>
    </w:p>
    <w:p w:rsidR="0093585C" w:rsidRDefault="0093585C" w:rsidP="00AD4392">
      <w:pPr>
        <w:jc w:val="both"/>
        <w:rPr>
          <w:sz w:val="28"/>
          <w:szCs w:val="28"/>
          <w:lang w:val="uk-UA"/>
        </w:rPr>
      </w:pPr>
    </w:p>
    <w:p w:rsidR="0093585C" w:rsidRPr="00B04B42" w:rsidRDefault="0093585C" w:rsidP="00AD4392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                                                                 </w:t>
      </w:r>
      <w:r>
        <w:rPr>
          <w:b/>
          <w:sz w:val="28"/>
          <w:szCs w:val="28"/>
          <w:lang w:val="uk-UA"/>
        </w:rPr>
        <w:t>Роман КУЛЬЦМАН</w:t>
      </w:r>
    </w:p>
    <w:p w:rsidR="0093585C" w:rsidRDefault="0093585C" w:rsidP="00AD4392">
      <w:pPr>
        <w:jc w:val="both"/>
        <w:rPr>
          <w:sz w:val="28"/>
          <w:szCs w:val="28"/>
          <w:lang w:val="uk-UA"/>
        </w:rPr>
      </w:pPr>
    </w:p>
    <w:p w:rsidR="0093585C" w:rsidRDefault="0093585C" w:rsidP="00AD4392">
      <w:pPr>
        <w:rPr>
          <w:sz w:val="28"/>
          <w:szCs w:val="28"/>
          <w:lang w:val="uk-UA"/>
        </w:rPr>
      </w:pPr>
    </w:p>
    <w:p w:rsidR="0093585C" w:rsidRDefault="0093585C" w:rsidP="00AD4392">
      <w:pPr>
        <w:rPr>
          <w:sz w:val="28"/>
          <w:szCs w:val="28"/>
          <w:lang w:val="uk-UA"/>
        </w:rPr>
      </w:pPr>
    </w:p>
    <w:p w:rsidR="0093585C" w:rsidRPr="00B04B42" w:rsidRDefault="0093585C" w:rsidP="00AD4392">
      <w:pPr>
        <w:rPr>
          <w:lang w:val="uk-UA"/>
        </w:rPr>
      </w:pPr>
      <w:r w:rsidRPr="00B04B42">
        <w:rPr>
          <w:lang w:val="uk-UA"/>
        </w:rPr>
        <w:t>Галина Мишковець 53 500</w:t>
      </w:r>
    </w:p>
    <w:p w:rsidR="0093585C" w:rsidRDefault="0093585C" w:rsidP="00AD4392"/>
    <w:p w:rsidR="0093585C" w:rsidRDefault="0093585C" w:rsidP="00AD4392"/>
    <w:p w:rsidR="0093585C" w:rsidRDefault="0093585C"/>
    <w:sectPr w:rsidR="0093585C" w:rsidSect="00103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4392"/>
    <w:rsid w:val="00103B5A"/>
    <w:rsid w:val="00580906"/>
    <w:rsid w:val="008C0890"/>
    <w:rsid w:val="0093585C"/>
    <w:rsid w:val="00A10FF6"/>
    <w:rsid w:val="00AD4392"/>
    <w:rsid w:val="00B04B42"/>
    <w:rsid w:val="00C741F1"/>
    <w:rsid w:val="00CC6D20"/>
    <w:rsid w:val="00E464AB"/>
    <w:rsid w:val="00E874A1"/>
    <w:rsid w:val="00EB0F9E"/>
    <w:rsid w:val="00F36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39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874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74A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1</Pages>
  <Words>181</Words>
  <Characters>1032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TSS</dc:creator>
  <cp:keywords/>
  <dc:description/>
  <cp:lastModifiedBy>Admin</cp:lastModifiedBy>
  <cp:revision>2</cp:revision>
  <cp:lastPrinted>2020-03-10T10:27:00Z</cp:lastPrinted>
  <dcterms:created xsi:type="dcterms:W3CDTF">2020-03-10T09:54:00Z</dcterms:created>
  <dcterms:modified xsi:type="dcterms:W3CDTF">2020-03-10T10:30:00Z</dcterms:modified>
</cp:coreProperties>
</file>