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B7" w:rsidRDefault="002B43B7"/>
    <w:p w:rsidR="002B43B7" w:rsidRPr="00CE0B17" w:rsidRDefault="002B43B7">
      <w:pPr>
        <w:rPr>
          <w:b/>
        </w:rPr>
      </w:pPr>
      <w:r w:rsidRPr="00CE0B17">
        <w:rPr>
          <w:b/>
        </w:rPr>
        <w:t xml:space="preserve">                                                   </w:t>
      </w:r>
      <w:r>
        <w:rPr>
          <w:b/>
        </w:rPr>
        <w:t xml:space="preserve">    Ковельська районна державна адміністрація</w:t>
      </w:r>
    </w:p>
    <w:p w:rsidR="002B43B7" w:rsidRDefault="002B43B7"/>
    <w:p w:rsidR="002B43B7" w:rsidRDefault="002B43B7"/>
    <w:p w:rsidR="002B43B7" w:rsidRDefault="002B43B7"/>
    <w:p w:rsidR="002B43B7" w:rsidRDefault="002B43B7"/>
    <w:p w:rsidR="002B43B7" w:rsidRPr="00CE0B17" w:rsidRDefault="002B43B7" w:rsidP="00CE0B17">
      <w:pPr>
        <w:jc w:val="center"/>
        <w:rPr>
          <w:b/>
        </w:rPr>
      </w:pPr>
      <w:r w:rsidRPr="00CE0B17">
        <w:rPr>
          <w:b/>
        </w:rPr>
        <w:t>Анонімне п</w:t>
      </w:r>
      <w:bookmarkStart w:id="0" w:name="_GoBack"/>
      <w:bookmarkEnd w:id="0"/>
      <w:r w:rsidRPr="00CE0B17">
        <w:rPr>
          <w:b/>
        </w:rPr>
        <w:t>овідомлення про корупцію</w:t>
      </w:r>
      <w:r w:rsidRPr="00CE0B17">
        <w:rPr>
          <w:rStyle w:val="FootnoteReference"/>
          <w:rFonts w:cs="Calibri"/>
          <w:b/>
        </w:rPr>
        <w:footnoteReference w:id="1"/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29"/>
      </w:tblGrid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2B43B7" w:rsidRPr="006D1989" w:rsidTr="006D1989">
        <w:tc>
          <w:tcPr>
            <w:tcW w:w="9629" w:type="dxa"/>
          </w:tcPr>
          <w:p w:rsidR="002B43B7" w:rsidRPr="006D1989" w:rsidRDefault="002B43B7" w:rsidP="006D1989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2B43B7" w:rsidRDefault="002B43B7"/>
    <w:p w:rsidR="002B43B7" w:rsidRDefault="002B43B7"/>
    <w:p w:rsidR="002B43B7" w:rsidRDefault="002B43B7" w:rsidP="00B6758C">
      <w:pPr>
        <w:spacing w:after="0"/>
        <w:rPr>
          <w:b/>
        </w:rPr>
      </w:pPr>
    </w:p>
    <w:p w:rsidR="002B43B7" w:rsidRDefault="002B43B7" w:rsidP="00B6758C">
      <w:pPr>
        <w:spacing w:after="0"/>
        <w:rPr>
          <w:b/>
        </w:rPr>
      </w:pPr>
    </w:p>
    <w:p w:rsidR="002B43B7" w:rsidRPr="00065AB8" w:rsidRDefault="002B43B7" w:rsidP="00B6758C">
      <w:pPr>
        <w:spacing w:after="0"/>
        <w:rPr>
          <w:b/>
        </w:rPr>
      </w:pPr>
      <w:r w:rsidRPr="00065AB8">
        <w:rPr>
          <w:b/>
        </w:rPr>
        <w:t>__________</w:t>
      </w:r>
    </w:p>
    <w:p w:rsidR="002B43B7" w:rsidRPr="004508DB" w:rsidRDefault="002B43B7" w:rsidP="00B6758C">
      <w:pPr>
        <w:spacing w:after="0"/>
        <w:rPr>
          <w:sz w:val="24"/>
          <w:szCs w:val="24"/>
        </w:rPr>
      </w:pPr>
      <w:r w:rsidRPr="004508DB">
        <w:rPr>
          <w:sz w:val="24"/>
          <w:szCs w:val="24"/>
        </w:rPr>
        <w:t xml:space="preserve">    (дата)                                                                                </w:t>
      </w:r>
    </w:p>
    <w:sectPr w:rsidR="002B43B7" w:rsidRPr="004508DB" w:rsidSect="00CE0B17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B7" w:rsidRDefault="002B43B7" w:rsidP="00CE0B17">
      <w:pPr>
        <w:spacing w:after="0" w:line="240" w:lineRule="auto"/>
      </w:pPr>
      <w:r>
        <w:separator/>
      </w:r>
    </w:p>
  </w:endnote>
  <w:endnote w:type="continuationSeparator" w:id="0">
    <w:p w:rsidR="002B43B7" w:rsidRDefault="002B43B7" w:rsidP="00CE0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B7" w:rsidRDefault="002B43B7" w:rsidP="00CE0B17">
      <w:pPr>
        <w:spacing w:after="0" w:line="240" w:lineRule="auto"/>
      </w:pPr>
      <w:r>
        <w:separator/>
      </w:r>
    </w:p>
  </w:footnote>
  <w:footnote w:type="continuationSeparator" w:id="0">
    <w:p w:rsidR="002B43B7" w:rsidRDefault="002B43B7" w:rsidP="00CE0B17">
      <w:pPr>
        <w:spacing w:after="0" w:line="240" w:lineRule="auto"/>
      </w:pPr>
      <w:r>
        <w:continuationSeparator/>
      </w:r>
    </w:p>
  </w:footnote>
  <w:footnote w:id="1">
    <w:p w:rsidR="002B43B7" w:rsidRDefault="002B43B7" w:rsidP="00A40449">
      <w:pPr>
        <w:pStyle w:val="FootnoteText"/>
        <w:jc w:val="both"/>
      </w:pPr>
      <w:r>
        <w:rPr>
          <w:rStyle w:val="FootnoteReference"/>
          <w:rFonts w:cs="Calibri"/>
        </w:rPr>
        <w:footnoteRef/>
      </w:r>
      <w:r>
        <w:t xml:space="preserve"> Відповідно до абзацу 3 частини п’ятої статті 53 Закону України «Про запобігання корупції» анонімні повідомлення про порушення вимог даного Закону підлягають розгляду, якщо наведена у ньому інформація стосується конкретної особи Вищої ради правосуддя та містить фактичні дані, які можуть бути перевірені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B17"/>
    <w:rsid w:val="00065AB8"/>
    <w:rsid w:val="00113711"/>
    <w:rsid w:val="001624B4"/>
    <w:rsid w:val="002B352B"/>
    <w:rsid w:val="002B43B7"/>
    <w:rsid w:val="004508DB"/>
    <w:rsid w:val="005C7721"/>
    <w:rsid w:val="006D1989"/>
    <w:rsid w:val="007C4E34"/>
    <w:rsid w:val="00A40449"/>
    <w:rsid w:val="00B6758C"/>
    <w:rsid w:val="00CE0B17"/>
    <w:rsid w:val="00E91C38"/>
    <w:rsid w:val="00F3253A"/>
    <w:rsid w:val="00F51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4B4"/>
    <w:pPr>
      <w:spacing w:after="160" w:line="259" w:lineRule="auto"/>
    </w:pPr>
    <w:rPr>
      <w:sz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E0B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E0B1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E0B17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65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5AB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B675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39</Words>
  <Characters>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Мітюхіна (HCJ-MONO0609 - v.mituhina)</dc:creator>
  <cp:keywords/>
  <dc:description/>
  <cp:lastModifiedBy>1</cp:lastModifiedBy>
  <cp:revision>6</cp:revision>
  <cp:lastPrinted>2019-03-07T09:06:00Z</cp:lastPrinted>
  <dcterms:created xsi:type="dcterms:W3CDTF">2019-03-07T08:12:00Z</dcterms:created>
  <dcterms:modified xsi:type="dcterms:W3CDTF">2020-02-05T11:14:00Z</dcterms:modified>
</cp:coreProperties>
</file>